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19DFDBE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1004570B" w14:textId="77777777" w:rsidTr="00146EEC">
        <w:tc>
          <w:tcPr>
            <w:tcW w:w="2689" w:type="dxa"/>
          </w:tcPr>
          <w:p w14:paraId="451C283B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44040D7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3B6AC2" w14:paraId="5E843945" w14:textId="77777777" w:rsidTr="000E7E87">
        <w:tc>
          <w:tcPr>
            <w:tcW w:w="2689" w:type="dxa"/>
          </w:tcPr>
          <w:p w14:paraId="1052D655" w14:textId="77777777" w:rsidR="003B6AC2" w:rsidRPr="003B6AC2" w:rsidRDefault="003B6AC2" w:rsidP="003B6AC2">
            <w:pPr>
              <w:pStyle w:val="SIText"/>
            </w:pPr>
            <w:r>
              <w:t>Release 2</w:t>
            </w:r>
          </w:p>
        </w:tc>
        <w:tc>
          <w:tcPr>
            <w:tcW w:w="6939" w:type="dxa"/>
          </w:tcPr>
          <w:p w14:paraId="54F53878" w14:textId="77777777" w:rsidR="003B6AC2" w:rsidRPr="003B6AC2" w:rsidRDefault="003B6AC2" w:rsidP="003B6AC2">
            <w:pPr>
              <w:pStyle w:val="SIText"/>
            </w:pPr>
            <w:r w:rsidRPr="007C778A">
              <w:t xml:space="preserve">This version released with </w:t>
            </w:r>
            <w:r w:rsidRPr="003B6AC2">
              <w:t>FWP Forest and Wood Products Training Package Version 5.0.</w:t>
            </w:r>
          </w:p>
        </w:tc>
      </w:tr>
      <w:tr w:rsidR="00E918B8" w14:paraId="4903331D" w14:textId="77777777" w:rsidTr="00146EEC">
        <w:tc>
          <w:tcPr>
            <w:tcW w:w="2689" w:type="dxa"/>
          </w:tcPr>
          <w:p w14:paraId="118BF9CB" w14:textId="77777777" w:rsidR="00E918B8" w:rsidRPr="00E918B8" w:rsidRDefault="00E918B8" w:rsidP="00E918B8">
            <w:pPr>
              <w:pStyle w:val="SIText"/>
            </w:pPr>
            <w:r w:rsidRPr="00CC451E">
              <w:t>Release</w:t>
            </w:r>
            <w:r w:rsidRPr="00E918B8">
              <w:t xml:space="preserve"> 1</w:t>
            </w:r>
          </w:p>
        </w:tc>
        <w:tc>
          <w:tcPr>
            <w:tcW w:w="6939" w:type="dxa"/>
          </w:tcPr>
          <w:p w14:paraId="41FAAE72" w14:textId="77777777" w:rsidR="00E918B8" w:rsidRPr="00E918B8" w:rsidRDefault="00E918B8" w:rsidP="001C1C41">
            <w:pPr>
              <w:pStyle w:val="SIText"/>
            </w:pPr>
            <w:r w:rsidRPr="007C778A">
              <w:t xml:space="preserve">This version released with </w:t>
            </w:r>
            <w:r w:rsidR="001C1C41">
              <w:t>FWP Forest and Wood Products</w:t>
            </w:r>
            <w:r w:rsidR="003353A9">
              <w:t xml:space="preserve"> </w:t>
            </w:r>
            <w:r w:rsidR="006F4329">
              <w:t>Training Package Version 2</w:t>
            </w:r>
            <w:r w:rsidRPr="007C778A">
              <w:t>.0.</w:t>
            </w:r>
          </w:p>
        </w:tc>
      </w:tr>
    </w:tbl>
    <w:p w14:paraId="1ACCC85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ABE8308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D2F4FAF" w14:textId="75BA35D3" w:rsidR="00F1480E" w:rsidRPr="000754EC" w:rsidRDefault="001C1C41" w:rsidP="00D53361">
            <w:pPr>
              <w:pStyle w:val="SIUNITCODE"/>
            </w:pPr>
            <w:r>
              <w:t>FWP</w:t>
            </w:r>
            <w:r w:rsidR="00E1344D">
              <w:t>COT</w:t>
            </w:r>
            <w:r w:rsidR="004C30C1">
              <w:t>3225</w:t>
            </w:r>
          </w:p>
        </w:tc>
        <w:tc>
          <w:tcPr>
            <w:tcW w:w="3604" w:type="pct"/>
            <w:shd w:val="clear" w:color="auto" w:fill="auto"/>
          </w:tcPr>
          <w:p w14:paraId="5B10B361" w14:textId="77777777" w:rsidR="00F1480E" w:rsidRPr="000754EC" w:rsidRDefault="004C30C1" w:rsidP="000754EC">
            <w:pPr>
              <w:pStyle w:val="SIUnittitle"/>
            </w:pPr>
            <w:r w:rsidRPr="004C30C1">
              <w:t>Mechanically stress grade timber</w:t>
            </w:r>
          </w:p>
        </w:tc>
      </w:tr>
      <w:tr w:rsidR="00F1480E" w:rsidRPr="00963A46" w14:paraId="7DB81D0B" w14:textId="77777777" w:rsidTr="00CA2922">
        <w:tc>
          <w:tcPr>
            <w:tcW w:w="1396" w:type="pct"/>
            <w:shd w:val="clear" w:color="auto" w:fill="auto"/>
          </w:tcPr>
          <w:p w14:paraId="69B587DF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42A582A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17854184" w14:textId="2022B512" w:rsidR="004C30C1" w:rsidRPr="004C30C1" w:rsidRDefault="003B6AC2" w:rsidP="004C30C1">
            <w:pPr>
              <w:pStyle w:val="SIText"/>
            </w:pPr>
            <w:r w:rsidRPr="006F05A5">
              <w:t xml:space="preserve">This unit of competency describes the </w:t>
            </w:r>
            <w:r w:rsidRPr="003B6AC2">
              <w:t xml:space="preserve">skills and knowledge required to </w:t>
            </w:r>
            <w:r w:rsidR="004C30C1" w:rsidRPr="00EB5D78">
              <w:t>stress grade timber with mechanical stress</w:t>
            </w:r>
            <w:r w:rsidR="00670454">
              <w:t>-</w:t>
            </w:r>
            <w:r w:rsidR="004C30C1" w:rsidRPr="00EB5D78">
              <w:t>grad</w:t>
            </w:r>
            <w:r w:rsidR="00670454">
              <w:t>ing machines</w:t>
            </w:r>
            <w:r w:rsidR="004C30C1" w:rsidRPr="00EB5D78">
              <w:t xml:space="preserve"> </w:t>
            </w:r>
            <w:r w:rsidR="00624CA4">
              <w:t>or</w:t>
            </w:r>
            <w:r w:rsidR="00624CA4" w:rsidRPr="00EB5D78">
              <w:t xml:space="preserve"> </w:t>
            </w:r>
            <w:r w:rsidR="004C30C1" w:rsidRPr="00670454">
              <w:rPr>
                <w:noProof/>
              </w:rPr>
              <w:t>high</w:t>
            </w:r>
            <w:r w:rsidR="00670454">
              <w:rPr>
                <w:noProof/>
              </w:rPr>
              <w:t>-</w:t>
            </w:r>
            <w:r w:rsidR="004C30C1" w:rsidRPr="00670454">
              <w:rPr>
                <w:noProof/>
              </w:rPr>
              <w:t>speed</w:t>
            </w:r>
            <w:r w:rsidR="004C30C1" w:rsidRPr="00EB5D78">
              <w:t xml:space="preserve"> mechanical graders to test </w:t>
            </w:r>
            <w:r w:rsidR="00670454">
              <w:t>the product</w:t>
            </w:r>
            <w:r w:rsidR="004C30C1" w:rsidRPr="00EB5D78">
              <w:t xml:space="preserve"> for strength and durability against set grades.</w:t>
            </w:r>
          </w:p>
          <w:p w14:paraId="6E2F1AF9" w14:textId="74EC3686" w:rsidR="004C30C1" w:rsidRDefault="004C30C1" w:rsidP="004C30C1">
            <w:pPr>
              <w:pStyle w:val="SIText"/>
            </w:pPr>
          </w:p>
          <w:p w14:paraId="57D8F85E" w14:textId="11937C96" w:rsidR="003B6AC2" w:rsidRDefault="003B6AC2" w:rsidP="003B6AC2">
            <w:pPr>
              <w:pStyle w:val="SIText"/>
            </w:pPr>
            <w:r>
              <w:t xml:space="preserve">The unit applies to </w:t>
            </w:r>
            <w:r w:rsidRPr="003B6AC2">
              <w:t xml:space="preserve">individuals who </w:t>
            </w:r>
            <w:r w:rsidRPr="00EB5D78">
              <w:t>mechanically stress grade timber</w:t>
            </w:r>
            <w:r w:rsidRPr="003B6AC2">
              <w:t xml:space="preserve"> in </w:t>
            </w:r>
            <w:r w:rsidR="00670454">
              <w:t>the timber and wood products industry</w:t>
            </w:r>
            <w:r w:rsidRPr="003B6AC2">
              <w:t>.</w:t>
            </w:r>
          </w:p>
          <w:p w14:paraId="73BB2E01" w14:textId="77777777" w:rsidR="00636AAD" w:rsidRDefault="00636AAD" w:rsidP="00D9470C">
            <w:pPr>
              <w:pStyle w:val="SIText"/>
            </w:pPr>
            <w:bookmarkStart w:id="0" w:name="_GoBack"/>
          </w:p>
          <w:p w14:paraId="43F0530C" w14:textId="77777777" w:rsidR="00636AAD" w:rsidRPr="00636AAD" w:rsidRDefault="00636AAD" w:rsidP="00D9470C">
            <w:pPr>
              <w:pStyle w:val="SIText"/>
            </w:pPr>
            <w:r w:rsidRPr="00636AAD">
              <w:t>All work must be carried out to comply with workplace procedures, according to state/territory health and safety regulations, legislation and standards that apply to the workplace.</w:t>
            </w:r>
          </w:p>
          <w:bookmarkEnd w:id="0"/>
          <w:p w14:paraId="39BD1BFE" w14:textId="77777777" w:rsidR="003B6AC2" w:rsidRDefault="003B6AC2" w:rsidP="003B6AC2">
            <w:pPr>
              <w:pStyle w:val="SIText"/>
            </w:pPr>
          </w:p>
          <w:p w14:paraId="02FB4CA6" w14:textId="474A6FF0" w:rsidR="00373436" w:rsidRPr="000754EC" w:rsidRDefault="003B6AC2" w:rsidP="004C30C1">
            <w:pPr>
              <w:pStyle w:val="SIText"/>
            </w:pPr>
            <w:r w:rsidRPr="006F05A5">
              <w:t xml:space="preserve">No </w:t>
            </w:r>
            <w:r w:rsidRPr="003B6AC2">
              <w:t>occupational licensing, legislative or certification requirements apply to this unit at the time of publication.</w:t>
            </w:r>
          </w:p>
        </w:tc>
      </w:tr>
      <w:tr w:rsidR="00F1480E" w:rsidRPr="00963A46" w14:paraId="3CE16FFC" w14:textId="77777777" w:rsidTr="00CA2922">
        <w:tc>
          <w:tcPr>
            <w:tcW w:w="1396" w:type="pct"/>
            <w:shd w:val="clear" w:color="auto" w:fill="auto"/>
          </w:tcPr>
          <w:p w14:paraId="1B3F3DAA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642D6751" w14:textId="77777777" w:rsidR="00F1480E" w:rsidRPr="000754EC" w:rsidRDefault="00F1480E" w:rsidP="002F4B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05F85753" w14:textId="77777777" w:rsidTr="00CA2922">
        <w:tc>
          <w:tcPr>
            <w:tcW w:w="1396" w:type="pct"/>
            <w:shd w:val="clear" w:color="auto" w:fill="auto"/>
          </w:tcPr>
          <w:p w14:paraId="2F91DD0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09DA3902" w14:textId="77777777" w:rsidR="004C30C1" w:rsidRPr="004C30C1" w:rsidRDefault="004C30C1" w:rsidP="004C30C1">
            <w:pPr>
              <w:pStyle w:val="SIText"/>
            </w:pPr>
            <w:r w:rsidRPr="00EB5D78">
              <w:t xml:space="preserve">Sawmilling and </w:t>
            </w:r>
            <w:r w:rsidRPr="004C30C1">
              <w:t>Processing</w:t>
            </w:r>
          </w:p>
          <w:p w14:paraId="13C9A9D1" w14:textId="77777777" w:rsidR="004C30C1" w:rsidRPr="004C30C1" w:rsidRDefault="004C30C1" w:rsidP="004C30C1">
            <w:pPr>
              <w:pStyle w:val="SIText"/>
            </w:pPr>
            <w:r w:rsidRPr="00EB5D78">
              <w:t>Timber Manufactured Products</w:t>
            </w:r>
          </w:p>
          <w:p w14:paraId="3A847138" w14:textId="77777777" w:rsidR="00F1480E" w:rsidRPr="000754EC" w:rsidRDefault="004C30C1" w:rsidP="004C30C1">
            <w:pPr>
              <w:pStyle w:val="SIText"/>
            </w:pPr>
            <w:r w:rsidRPr="00EB5D78">
              <w:t>Wood Panel Products</w:t>
            </w:r>
          </w:p>
        </w:tc>
      </w:tr>
    </w:tbl>
    <w:p w14:paraId="233AC6C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D71E2D8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0E94A11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30CB2C5E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14ED46CF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15186A5D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64B528D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4C30C1" w:rsidRPr="00963A46" w14:paraId="72BC553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DC2203B" w14:textId="77777777" w:rsidR="004C30C1" w:rsidRPr="004C30C1" w:rsidRDefault="004C30C1" w:rsidP="004C30C1">
            <w:pPr>
              <w:pStyle w:val="SIText"/>
            </w:pPr>
            <w:r w:rsidRPr="00EB5D78">
              <w:t xml:space="preserve">1. Prepare for </w:t>
            </w:r>
            <w:r w:rsidRPr="004C30C1">
              <w:t>stress-grading</w:t>
            </w:r>
          </w:p>
        </w:tc>
        <w:tc>
          <w:tcPr>
            <w:tcW w:w="3604" w:type="pct"/>
            <w:shd w:val="clear" w:color="auto" w:fill="auto"/>
          </w:tcPr>
          <w:p w14:paraId="6848183D" w14:textId="77777777" w:rsidR="003B6AC2" w:rsidRPr="003B6AC2" w:rsidRDefault="003B6AC2" w:rsidP="003B6AC2">
            <w:pPr>
              <w:pStyle w:val="SIText"/>
            </w:pPr>
            <w:r w:rsidRPr="00385A36">
              <w:t xml:space="preserve">1.1 </w:t>
            </w:r>
            <w:r w:rsidRPr="003B6AC2">
              <w:t>Review work order to determine job requirements and where required seek clarification from appropriate personnel</w:t>
            </w:r>
          </w:p>
          <w:p w14:paraId="30D6BA0C" w14:textId="451FE745" w:rsidR="003B6AC2" w:rsidRPr="003B6AC2" w:rsidRDefault="003B6AC2" w:rsidP="003B6AC2">
            <w:pPr>
              <w:pStyle w:val="SIText"/>
            </w:pPr>
            <w:r>
              <w:t xml:space="preserve">1.2 </w:t>
            </w:r>
            <w:r w:rsidR="005445EC">
              <w:t>Review environmental protection procedures and</w:t>
            </w:r>
            <w:r w:rsidRPr="003B6AC2">
              <w:t xml:space="preserve"> workplace health and safety requirements, including use of personal protective equipment, equipment </w:t>
            </w:r>
            <w:r w:rsidRPr="00670454">
              <w:rPr>
                <w:noProof/>
              </w:rPr>
              <w:t>lock out</w:t>
            </w:r>
            <w:r w:rsidR="00810173">
              <w:t xml:space="preserve"> </w:t>
            </w:r>
            <w:r w:rsidRPr="003B6AC2">
              <w:t>and safe manual handling techniques</w:t>
            </w:r>
          </w:p>
          <w:p w14:paraId="38AC28B0" w14:textId="3745B818" w:rsidR="003B6AC2" w:rsidRPr="003B6AC2" w:rsidRDefault="003B6AC2" w:rsidP="003B6AC2">
            <w:pPr>
              <w:pStyle w:val="SIText"/>
            </w:pPr>
            <w:r w:rsidRPr="00B2235C">
              <w:t>1.</w:t>
            </w:r>
            <w:r w:rsidRPr="003B6AC2">
              <w:t xml:space="preserve">3 Identify, assess and take actions to mitigate risks and hazards associated with </w:t>
            </w:r>
            <w:r w:rsidRPr="00EB5D78">
              <w:t>mech</w:t>
            </w:r>
            <w:r>
              <w:t xml:space="preserve">anically </w:t>
            </w:r>
            <w:r w:rsidR="00670454">
              <w:t xml:space="preserve">stress-grading </w:t>
            </w:r>
            <w:r w:rsidRPr="00EB5D78">
              <w:t>timber</w:t>
            </w:r>
          </w:p>
          <w:p w14:paraId="3FA1C8F8" w14:textId="560D4E0B" w:rsidR="003B6AC2" w:rsidRPr="003B6AC2" w:rsidRDefault="003B6AC2" w:rsidP="003B6AC2">
            <w:pPr>
              <w:pStyle w:val="SIText"/>
            </w:pPr>
            <w:r>
              <w:t xml:space="preserve">1.4 Identify and implement </w:t>
            </w:r>
            <w:r w:rsidRPr="003B6AC2">
              <w:t>workplace procedures for minimising</w:t>
            </w:r>
            <w:r w:rsidR="00810173">
              <w:t xml:space="preserve"> and disposing of</w:t>
            </w:r>
            <w:r w:rsidRPr="003B6AC2">
              <w:t xml:space="preserve"> waste material</w:t>
            </w:r>
            <w:r w:rsidR="00810173">
              <w:t>, cleaning plant, tools and equipment</w:t>
            </w:r>
            <w:r w:rsidRPr="003B6AC2">
              <w:t xml:space="preserve"> and maximising energy efficiency</w:t>
            </w:r>
          </w:p>
          <w:p w14:paraId="037D2335" w14:textId="039DCFAA" w:rsidR="004C30C1" w:rsidRPr="004C30C1" w:rsidRDefault="004C30C1">
            <w:pPr>
              <w:pStyle w:val="SIText"/>
            </w:pPr>
            <w:r w:rsidRPr="00EB5D78">
              <w:t>1.</w:t>
            </w:r>
            <w:r w:rsidR="003B6AC2">
              <w:t>5</w:t>
            </w:r>
            <w:r w:rsidRPr="00EB5D78">
              <w:t xml:space="preserve"> Obtain type and quantity of timber for </w:t>
            </w:r>
            <w:r w:rsidR="00670454">
              <w:t xml:space="preserve">stress-grading </w:t>
            </w:r>
            <w:r w:rsidRPr="00EB5D78">
              <w:t xml:space="preserve">from </w:t>
            </w:r>
            <w:r w:rsidRPr="00670454">
              <w:rPr>
                <w:noProof/>
              </w:rPr>
              <w:t>storage</w:t>
            </w:r>
            <w:r w:rsidRPr="00EB5D78">
              <w:t xml:space="preserve"> </w:t>
            </w:r>
            <w:r w:rsidRPr="004C30C1">
              <w:t>location</w:t>
            </w:r>
          </w:p>
        </w:tc>
      </w:tr>
      <w:tr w:rsidR="004C30C1" w:rsidRPr="00963A46" w14:paraId="497D574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E1DD1DB" w14:textId="77777777" w:rsidR="004C30C1" w:rsidRPr="004C30C1" w:rsidRDefault="004C30C1" w:rsidP="004C30C1">
            <w:pPr>
              <w:pStyle w:val="SIText"/>
            </w:pPr>
            <w:r w:rsidRPr="00EB5D78">
              <w:t>2. Set up equipment</w:t>
            </w:r>
          </w:p>
        </w:tc>
        <w:tc>
          <w:tcPr>
            <w:tcW w:w="3604" w:type="pct"/>
            <w:shd w:val="clear" w:color="auto" w:fill="auto"/>
          </w:tcPr>
          <w:p w14:paraId="1908A54A" w14:textId="191A21DF" w:rsidR="004C30C1" w:rsidRPr="004C30C1" w:rsidRDefault="004C30C1" w:rsidP="004C30C1">
            <w:pPr>
              <w:pStyle w:val="SIText"/>
            </w:pPr>
            <w:r w:rsidRPr="00EB5D78">
              <w:t xml:space="preserve">2.1 </w:t>
            </w:r>
            <w:r w:rsidR="00CE6626">
              <w:t>Select and u</w:t>
            </w:r>
            <w:r w:rsidRPr="00EB5D78">
              <w:t xml:space="preserve">se equipment </w:t>
            </w:r>
            <w:r w:rsidR="003B6AC2">
              <w:t>according to workplace</w:t>
            </w:r>
            <w:r w:rsidRPr="00EB5D78">
              <w:t xml:space="preserve"> safety procedures, manufacturer instructions and environmental protection practices</w:t>
            </w:r>
          </w:p>
          <w:p w14:paraId="7BB9BC7B" w14:textId="1A921472" w:rsidR="004C30C1" w:rsidRPr="004C30C1" w:rsidRDefault="004C30C1" w:rsidP="004C30C1">
            <w:pPr>
              <w:pStyle w:val="SIText"/>
            </w:pPr>
            <w:r w:rsidRPr="00EB5D78">
              <w:t xml:space="preserve">2.2 Complete </w:t>
            </w:r>
            <w:r w:rsidRPr="00670454">
              <w:rPr>
                <w:noProof/>
              </w:rPr>
              <w:t>pre start-up</w:t>
            </w:r>
            <w:r w:rsidRPr="00EB5D78">
              <w:t xml:space="preserve"> checks on</w:t>
            </w:r>
            <w:r w:rsidRPr="004C30C1">
              <w:t xml:space="preserve"> equipment to ensure operational effectiveness</w:t>
            </w:r>
          </w:p>
          <w:p w14:paraId="1F80A828" w14:textId="063F894D" w:rsidR="004C30C1" w:rsidRPr="004C30C1" w:rsidRDefault="004C30C1" w:rsidP="004C30C1">
            <w:pPr>
              <w:pStyle w:val="SIText"/>
            </w:pPr>
            <w:r w:rsidRPr="00EB5D78">
              <w:t xml:space="preserve">2.3 Set up spray guns or branding rolls for use </w:t>
            </w:r>
            <w:r w:rsidR="003B6AC2">
              <w:t>according to</w:t>
            </w:r>
            <w:r w:rsidRPr="00EB5D78">
              <w:t xml:space="preserve"> work order</w:t>
            </w:r>
          </w:p>
          <w:p w14:paraId="25BFC88C" w14:textId="11BFD5F0" w:rsidR="004C30C1" w:rsidRPr="004C30C1" w:rsidRDefault="004C30C1" w:rsidP="004C30C1">
            <w:pPr>
              <w:pStyle w:val="SIText"/>
            </w:pPr>
            <w:r w:rsidRPr="00EB5D78">
              <w:t xml:space="preserve">2.4 Complete calibration process using verification boards and set grade thresholds </w:t>
            </w:r>
            <w:r w:rsidR="003B6AC2">
              <w:t>according to workplace</w:t>
            </w:r>
            <w:r w:rsidRPr="00EB5D78">
              <w:t xml:space="preserve"> procedures</w:t>
            </w:r>
          </w:p>
        </w:tc>
      </w:tr>
      <w:tr w:rsidR="004C30C1" w:rsidRPr="00963A46" w14:paraId="2371706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88B513B" w14:textId="77777777" w:rsidR="004C30C1" w:rsidRPr="004C30C1" w:rsidRDefault="004C30C1" w:rsidP="004C30C1">
            <w:pPr>
              <w:pStyle w:val="SIText"/>
            </w:pPr>
            <w:r w:rsidRPr="00EB5D78">
              <w:t>3. Stress grade timber</w:t>
            </w:r>
          </w:p>
        </w:tc>
        <w:tc>
          <w:tcPr>
            <w:tcW w:w="3604" w:type="pct"/>
            <w:shd w:val="clear" w:color="auto" w:fill="auto"/>
          </w:tcPr>
          <w:p w14:paraId="43B834FA" w14:textId="077F0C6B" w:rsidR="004C30C1" w:rsidRPr="004C30C1" w:rsidRDefault="004C30C1" w:rsidP="004C30C1">
            <w:pPr>
              <w:pStyle w:val="SIText"/>
            </w:pPr>
            <w:r w:rsidRPr="00EB5D78">
              <w:t>3.1 Complete automatic grading process, monitor and adjust material flow to machine</w:t>
            </w:r>
          </w:p>
          <w:p w14:paraId="0CD52DEB" w14:textId="58C75A41" w:rsidR="004C30C1" w:rsidRPr="004C30C1" w:rsidRDefault="004C30C1" w:rsidP="004C30C1">
            <w:pPr>
              <w:pStyle w:val="SIText"/>
            </w:pPr>
            <w:r w:rsidRPr="00EB5D78">
              <w:t xml:space="preserve">3.2 Monitor machinery to ensure consistent grade marking and board appearance </w:t>
            </w:r>
            <w:r w:rsidR="003B6AC2">
              <w:t>according to</w:t>
            </w:r>
            <w:r w:rsidRPr="00EB5D78">
              <w:t xml:space="preserve"> industry standards</w:t>
            </w:r>
          </w:p>
          <w:p w14:paraId="694F54B4" w14:textId="72DE67F2" w:rsidR="004C30C1" w:rsidRPr="004C30C1" w:rsidRDefault="004C30C1" w:rsidP="004C30C1">
            <w:pPr>
              <w:pStyle w:val="SIText"/>
            </w:pPr>
            <w:r w:rsidRPr="00EB5D78">
              <w:t>3.3 Withdraw samples for independent testing and prepare according to testing procedures</w:t>
            </w:r>
          </w:p>
        </w:tc>
      </w:tr>
      <w:tr w:rsidR="004C30C1" w:rsidRPr="00963A46" w14:paraId="4C5D049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1F218A7" w14:textId="77777777" w:rsidR="004C30C1" w:rsidRPr="004C30C1" w:rsidRDefault="004C30C1" w:rsidP="004C30C1">
            <w:pPr>
              <w:pStyle w:val="SIText"/>
            </w:pPr>
            <w:r w:rsidRPr="00EB5D78">
              <w:lastRenderedPageBreak/>
              <w:t>4. Complete operator maintenance</w:t>
            </w:r>
          </w:p>
        </w:tc>
        <w:tc>
          <w:tcPr>
            <w:tcW w:w="3604" w:type="pct"/>
            <w:shd w:val="clear" w:color="auto" w:fill="auto"/>
          </w:tcPr>
          <w:p w14:paraId="4FA89476" w14:textId="71CFD497" w:rsidR="004C30C1" w:rsidRPr="004C30C1" w:rsidRDefault="004C30C1" w:rsidP="004C30C1">
            <w:pPr>
              <w:pStyle w:val="SIText"/>
            </w:pPr>
            <w:r w:rsidRPr="00EB5D78">
              <w:t xml:space="preserve">4.1 </w:t>
            </w:r>
            <w:r w:rsidR="00876657">
              <w:t>L</w:t>
            </w:r>
            <w:r w:rsidR="00876657" w:rsidRPr="00876657">
              <w:t xml:space="preserve">ock out equipment </w:t>
            </w:r>
            <w:r w:rsidR="00876657">
              <w:t>according to</w:t>
            </w:r>
            <w:r w:rsidR="00876657" w:rsidRPr="00EB5D78">
              <w:t xml:space="preserve"> </w:t>
            </w:r>
            <w:r w:rsidR="003B6AC2">
              <w:t>workplace</w:t>
            </w:r>
            <w:r w:rsidR="003B6AC2" w:rsidRPr="00EB5D78">
              <w:t xml:space="preserve"> </w:t>
            </w:r>
            <w:r w:rsidRPr="00EB5D78">
              <w:t>safety procedures</w:t>
            </w:r>
          </w:p>
          <w:p w14:paraId="11544BE3" w14:textId="093CFE32" w:rsidR="004C30C1" w:rsidRPr="004C30C1" w:rsidRDefault="004C30C1" w:rsidP="004C30C1">
            <w:pPr>
              <w:pStyle w:val="SIText"/>
            </w:pPr>
            <w:r w:rsidRPr="00EB5D78">
              <w:t xml:space="preserve">4.2 Check and clean photo-electric cells and reflectors </w:t>
            </w:r>
            <w:r w:rsidR="003B6AC2">
              <w:t>according to manufacturer procedures and</w:t>
            </w:r>
            <w:r w:rsidRPr="00EB5D78">
              <w:t xml:space="preserve"> environment protection practices</w:t>
            </w:r>
          </w:p>
          <w:p w14:paraId="69EFEED9" w14:textId="03F07FE3" w:rsidR="004C30C1" w:rsidRPr="004C30C1" w:rsidRDefault="004C30C1" w:rsidP="004C30C1">
            <w:pPr>
              <w:pStyle w:val="SIText"/>
            </w:pPr>
            <w:r w:rsidRPr="00EB5D78">
              <w:t xml:space="preserve">4.3 </w:t>
            </w:r>
            <w:r w:rsidRPr="004C30C1">
              <w:t>Check and refill spray guns or branding rolls</w:t>
            </w:r>
          </w:p>
          <w:p w14:paraId="34AADB31" w14:textId="7E4E281B" w:rsidR="004C30C1" w:rsidRPr="004C30C1" w:rsidRDefault="004C30C1" w:rsidP="004C30C1">
            <w:pPr>
              <w:pStyle w:val="SIText"/>
            </w:pPr>
            <w:r w:rsidRPr="00EB5D78">
              <w:t xml:space="preserve">4.4 Adjust and maintain mechanical stress grade rollers, auto-feed and load pressure </w:t>
            </w:r>
            <w:r w:rsidR="003B6AC2">
              <w:t>according</w:t>
            </w:r>
            <w:r w:rsidRPr="00EB5D78">
              <w:t xml:space="preserve"> manufacturer recommendations</w:t>
            </w:r>
          </w:p>
          <w:p w14:paraId="19A7B0E8" w14:textId="2C3FE79E" w:rsidR="004C30C1" w:rsidRPr="004C30C1" w:rsidRDefault="004C30C1" w:rsidP="004C30C1">
            <w:pPr>
              <w:pStyle w:val="SIText"/>
            </w:pPr>
            <w:r w:rsidRPr="00EB5D78">
              <w:t xml:space="preserve">4.5 Keep stress-grading area clear of dust and debris </w:t>
            </w:r>
            <w:r w:rsidR="003B6AC2">
              <w:t>according to workplace</w:t>
            </w:r>
            <w:r w:rsidRPr="00EB5D78">
              <w:t xml:space="preserve"> safety procedures</w:t>
            </w:r>
          </w:p>
          <w:p w14:paraId="513A8068" w14:textId="2AA56820" w:rsidR="004C30C1" w:rsidRPr="004C30C1" w:rsidRDefault="004C30C1" w:rsidP="004C30C1">
            <w:pPr>
              <w:pStyle w:val="SIText"/>
            </w:pPr>
            <w:r w:rsidRPr="00EB5D78">
              <w:t>4.6 Record and report production outcomes, equipment faults and maintenance requirements to appropriate personnel</w:t>
            </w:r>
          </w:p>
        </w:tc>
      </w:tr>
    </w:tbl>
    <w:p w14:paraId="27865439" w14:textId="77777777" w:rsidR="005F771F" w:rsidRDefault="005F771F" w:rsidP="005F771F">
      <w:pPr>
        <w:pStyle w:val="SIText"/>
      </w:pPr>
    </w:p>
    <w:p w14:paraId="6759E519" w14:textId="77777777" w:rsidR="005F771F" w:rsidRPr="000754EC" w:rsidRDefault="005F771F" w:rsidP="000754EC">
      <w:r>
        <w:br w:type="page"/>
      </w:r>
    </w:p>
    <w:p w14:paraId="7EB6DA7A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73E7A9E4" w14:textId="77777777" w:rsidTr="00CA2922">
        <w:trPr>
          <w:tblHeader/>
        </w:trPr>
        <w:tc>
          <w:tcPr>
            <w:tcW w:w="5000" w:type="pct"/>
            <w:gridSpan w:val="2"/>
          </w:tcPr>
          <w:p w14:paraId="47E877D3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3C49BD15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EE619AB" w14:textId="77777777" w:rsidTr="00CA2922">
        <w:trPr>
          <w:tblHeader/>
        </w:trPr>
        <w:tc>
          <w:tcPr>
            <w:tcW w:w="1396" w:type="pct"/>
          </w:tcPr>
          <w:p w14:paraId="196D72D0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6DA4718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3B6AC2" w:rsidRPr="00336FCA" w:rsidDel="00423CB2" w14:paraId="293F7BB6" w14:textId="77777777" w:rsidTr="00CA2922">
        <w:tc>
          <w:tcPr>
            <w:tcW w:w="1396" w:type="pct"/>
          </w:tcPr>
          <w:p w14:paraId="091F99FE" w14:textId="2698514B" w:rsidR="003B6AC2" w:rsidRPr="003B6AC2" w:rsidRDefault="003B6AC2" w:rsidP="003B6AC2">
            <w:pPr>
              <w:pStyle w:val="SIText"/>
            </w:pPr>
            <w:r w:rsidRPr="00451842">
              <w:t>Reading</w:t>
            </w:r>
          </w:p>
        </w:tc>
        <w:tc>
          <w:tcPr>
            <w:tcW w:w="3604" w:type="pct"/>
          </w:tcPr>
          <w:p w14:paraId="1C6351A2" w14:textId="3C737088" w:rsidR="003B6AC2" w:rsidRPr="003B6AC2" w:rsidRDefault="003B6AC2" w:rsidP="003B6AC2">
            <w:pPr>
              <w:pStyle w:val="SIBulletList1"/>
            </w:pPr>
            <w:r w:rsidRPr="007B5D10">
              <w:t xml:space="preserve">Extract key information from operational manuals to determine safe operating procedures for equipment </w:t>
            </w:r>
          </w:p>
        </w:tc>
      </w:tr>
      <w:tr w:rsidR="003B6AC2" w:rsidRPr="00336FCA" w:rsidDel="00423CB2" w14:paraId="1BA88977" w14:textId="77777777" w:rsidTr="00CA2922">
        <w:tc>
          <w:tcPr>
            <w:tcW w:w="1396" w:type="pct"/>
          </w:tcPr>
          <w:p w14:paraId="0379B004" w14:textId="33B0D36B" w:rsidR="003B6AC2" w:rsidRPr="003B6AC2" w:rsidRDefault="003B6AC2" w:rsidP="003B6AC2">
            <w:pPr>
              <w:pStyle w:val="SIText"/>
            </w:pPr>
            <w:r w:rsidRPr="00451842">
              <w:t>Writing</w:t>
            </w:r>
          </w:p>
        </w:tc>
        <w:tc>
          <w:tcPr>
            <w:tcW w:w="3604" w:type="pct"/>
          </w:tcPr>
          <w:p w14:paraId="18AF6453" w14:textId="29131D07" w:rsidR="003B6AC2" w:rsidRPr="003B6AC2" w:rsidRDefault="003B6AC2" w:rsidP="005450B5">
            <w:pPr>
              <w:pStyle w:val="SIBulletList1"/>
            </w:pPr>
            <w:r w:rsidRPr="00451842">
              <w:t>Prepare routine written reports using required format, language and structure</w:t>
            </w:r>
          </w:p>
        </w:tc>
      </w:tr>
      <w:tr w:rsidR="003B6AC2" w:rsidRPr="00336FCA" w:rsidDel="00423CB2" w14:paraId="3492EA01" w14:textId="77777777" w:rsidTr="00CA2922">
        <w:tc>
          <w:tcPr>
            <w:tcW w:w="1396" w:type="pct"/>
          </w:tcPr>
          <w:p w14:paraId="2BAE4E62" w14:textId="5D4D6B7C" w:rsidR="003B6AC2" w:rsidRPr="003B6AC2" w:rsidRDefault="003B6AC2" w:rsidP="003B6AC2">
            <w:pPr>
              <w:pStyle w:val="SIText"/>
            </w:pPr>
            <w:r w:rsidRPr="00451842">
              <w:t>Oral Communication</w:t>
            </w:r>
          </w:p>
        </w:tc>
        <w:tc>
          <w:tcPr>
            <w:tcW w:w="3604" w:type="pct"/>
          </w:tcPr>
          <w:p w14:paraId="5901C943" w14:textId="7E215AFF" w:rsidR="003B6AC2" w:rsidRPr="003B6AC2" w:rsidRDefault="003B6AC2" w:rsidP="003B6AC2">
            <w:pPr>
              <w:pStyle w:val="SIBulletList1"/>
            </w:pPr>
            <w:r w:rsidRPr="00451842">
              <w:t xml:space="preserve">Employ active listening and questioning to clarify content of work orders   </w:t>
            </w:r>
          </w:p>
        </w:tc>
      </w:tr>
      <w:tr w:rsidR="003B6AC2" w:rsidRPr="00336FCA" w:rsidDel="00423CB2" w14:paraId="20692BBC" w14:textId="77777777" w:rsidTr="00CA2922">
        <w:tc>
          <w:tcPr>
            <w:tcW w:w="1396" w:type="pct"/>
          </w:tcPr>
          <w:p w14:paraId="0327F9F7" w14:textId="60ACD881" w:rsidR="003B6AC2" w:rsidRPr="003B6AC2" w:rsidRDefault="003B6AC2" w:rsidP="003B6AC2">
            <w:pPr>
              <w:pStyle w:val="SIText"/>
            </w:pPr>
            <w:r w:rsidRPr="00451842">
              <w:t>Numeracy</w:t>
            </w:r>
          </w:p>
        </w:tc>
        <w:tc>
          <w:tcPr>
            <w:tcW w:w="3604" w:type="pct"/>
          </w:tcPr>
          <w:p w14:paraId="19A96CA2" w14:textId="3E1BDCAE" w:rsidR="003B6AC2" w:rsidRPr="003B6AC2" w:rsidRDefault="003B6AC2" w:rsidP="003B6AC2">
            <w:pPr>
              <w:pStyle w:val="SIBulletList1"/>
            </w:pPr>
            <w:r>
              <w:t>I</w:t>
            </w:r>
            <w:r w:rsidRPr="00EB5D78">
              <w:t xml:space="preserve">dentify quantities of timber required within work </w:t>
            </w:r>
            <w:r w:rsidRPr="003B6AC2">
              <w:t>orders and count numbers of timber boards to be graded</w:t>
            </w:r>
          </w:p>
          <w:p w14:paraId="2FAD24CA" w14:textId="6DAFE035" w:rsidR="003B6AC2" w:rsidRPr="003B6AC2" w:rsidRDefault="003B6AC2" w:rsidP="003B6AC2">
            <w:pPr>
              <w:pStyle w:val="SIBulletList1"/>
            </w:pPr>
            <w:r>
              <w:t>C</w:t>
            </w:r>
            <w:r w:rsidRPr="00EB5D78">
              <w:t xml:space="preserve">alibrate mechanical </w:t>
            </w:r>
            <w:r w:rsidR="00670454">
              <w:t xml:space="preserve">stress-grading </w:t>
            </w:r>
            <w:r w:rsidRPr="003B6AC2">
              <w:t>equipment to specified grade thresholds</w:t>
            </w:r>
          </w:p>
        </w:tc>
      </w:tr>
      <w:tr w:rsidR="003B6AC2" w:rsidRPr="00336FCA" w:rsidDel="00423CB2" w14:paraId="4ECFB88A" w14:textId="77777777" w:rsidTr="00CA2922">
        <w:tc>
          <w:tcPr>
            <w:tcW w:w="1396" w:type="pct"/>
          </w:tcPr>
          <w:p w14:paraId="39AD7394" w14:textId="606759F2" w:rsidR="003B6AC2" w:rsidRPr="00EB5D78" w:rsidRDefault="003B6AC2" w:rsidP="003B6AC2">
            <w:pPr>
              <w:pStyle w:val="SIText"/>
            </w:pPr>
            <w:r w:rsidRPr="00451842">
              <w:t>Navigate</w:t>
            </w:r>
            <w:r w:rsidRPr="007B5D10">
              <w:t xml:space="preserve"> the </w:t>
            </w:r>
            <w:r w:rsidR="00670454">
              <w:t>w</w:t>
            </w:r>
            <w:r w:rsidRPr="007B5D10">
              <w:t>orld of work</w:t>
            </w:r>
          </w:p>
        </w:tc>
        <w:tc>
          <w:tcPr>
            <w:tcW w:w="3604" w:type="pct"/>
          </w:tcPr>
          <w:p w14:paraId="4E37D413" w14:textId="686284DD" w:rsidR="003B6AC2" w:rsidRPr="00EB5D78" w:rsidRDefault="003B6AC2" w:rsidP="003B6AC2">
            <w:pPr>
              <w:pStyle w:val="SIBulletList1"/>
            </w:pPr>
            <w:r>
              <w:t>Identify</w:t>
            </w:r>
            <w:r w:rsidRPr="007B5D10">
              <w:t xml:space="preserve"> main tasks, responsibilities and boundaries of own role</w:t>
            </w:r>
          </w:p>
        </w:tc>
      </w:tr>
      <w:tr w:rsidR="003B6AC2" w:rsidRPr="00336FCA" w:rsidDel="00423CB2" w14:paraId="1A95F0BC" w14:textId="77777777" w:rsidTr="00CA2922">
        <w:tc>
          <w:tcPr>
            <w:tcW w:w="1396" w:type="pct"/>
          </w:tcPr>
          <w:p w14:paraId="7CC1C22D" w14:textId="2690077A" w:rsidR="003B6AC2" w:rsidRPr="00EB5D78" w:rsidRDefault="003B6AC2" w:rsidP="003B6AC2">
            <w:pPr>
              <w:pStyle w:val="SIText"/>
            </w:pPr>
            <w:r w:rsidRPr="00451842">
              <w:t>Interact with others</w:t>
            </w:r>
          </w:p>
        </w:tc>
        <w:tc>
          <w:tcPr>
            <w:tcW w:w="3604" w:type="pct"/>
          </w:tcPr>
          <w:p w14:paraId="304322AC" w14:textId="7E7B8A17" w:rsidR="003B6AC2" w:rsidRPr="00EB5D78" w:rsidRDefault="003B6AC2" w:rsidP="003B6AC2">
            <w:pPr>
              <w:pStyle w:val="SIBulletList1"/>
            </w:pPr>
            <w:r w:rsidRPr="00451842">
              <w:t>Use modes of communication suitable to purpose to confirm and clarify understanding</w:t>
            </w:r>
          </w:p>
        </w:tc>
      </w:tr>
      <w:tr w:rsidR="003B6AC2" w:rsidRPr="00336FCA" w:rsidDel="00423CB2" w14:paraId="225233D2" w14:textId="77777777" w:rsidTr="00CA2922">
        <w:tc>
          <w:tcPr>
            <w:tcW w:w="1396" w:type="pct"/>
          </w:tcPr>
          <w:p w14:paraId="16ECDD45" w14:textId="646D8C17" w:rsidR="003B6AC2" w:rsidRPr="00EB5D78" w:rsidRDefault="003B6AC2" w:rsidP="003B6AC2">
            <w:pPr>
              <w:pStyle w:val="SIText"/>
            </w:pPr>
            <w:r w:rsidRPr="00451842">
              <w:t>Get the work done</w:t>
            </w:r>
          </w:p>
        </w:tc>
        <w:tc>
          <w:tcPr>
            <w:tcW w:w="3604" w:type="pct"/>
          </w:tcPr>
          <w:p w14:paraId="17F1623B" w14:textId="59A43262" w:rsidR="003B6AC2" w:rsidRPr="00EB5D78" w:rsidRDefault="003B6AC2" w:rsidP="003B6AC2">
            <w:pPr>
              <w:pStyle w:val="SIBulletList1"/>
            </w:pPr>
            <w:r w:rsidRPr="00451842">
              <w:t>Recognise and respond to routine problems</w:t>
            </w:r>
          </w:p>
        </w:tc>
      </w:tr>
      <w:tr w:rsidR="003B6AC2" w:rsidRPr="00336FCA" w:rsidDel="00423CB2" w14:paraId="7D5F3F17" w14:textId="77777777" w:rsidTr="00CA2922">
        <w:tc>
          <w:tcPr>
            <w:tcW w:w="1396" w:type="pct"/>
          </w:tcPr>
          <w:p w14:paraId="16FB5481" w14:textId="0B2DC640" w:rsidR="003B6AC2" w:rsidRPr="00EB5D78" w:rsidRDefault="003B6AC2" w:rsidP="003B6AC2">
            <w:pPr>
              <w:pStyle w:val="SIText"/>
            </w:pPr>
            <w:r w:rsidRPr="00451842">
              <w:t>Reading</w:t>
            </w:r>
          </w:p>
        </w:tc>
        <w:tc>
          <w:tcPr>
            <w:tcW w:w="3604" w:type="pct"/>
          </w:tcPr>
          <w:p w14:paraId="42E59A5A" w14:textId="761B4742" w:rsidR="003B6AC2" w:rsidRPr="00EB5D78" w:rsidRDefault="003B6AC2" w:rsidP="003B6AC2">
            <w:pPr>
              <w:pStyle w:val="SIBulletList1"/>
            </w:pPr>
            <w:r w:rsidRPr="007B5D10">
              <w:t xml:space="preserve">Extract key information from operational manuals to determine safe operating procedures for equipment </w:t>
            </w:r>
          </w:p>
        </w:tc>
      </w:tr>
    </w:tbl>
    <w:p w14:paraId="7F64A7A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6C4F521" w14:textId="77777777" w:rsidTr="00F33FF2">
        <w:tc>
          <w:tcPr>
            <w:tcW w:w="5000" w:type="pct"/>
            <w:gridSpan w:val="4"/>
          </w:tcPr>
          <w:p w14:paraId="53802980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3683CB1D" w14:textId="77777777" w:rsidTr="00F33FF2">
        <w:tc>
          <w:tcPr>
            <w:tcW w:w="1028" w:type="pct"/>
          </w:tcPr>
          <w:p w14:paraId="7CFCE6D3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D3025F7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0B2D2B35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EDF45C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4C30C1" w14:paraId="744643B7" w14:textId="77777777" w:rsidTr="00F33FF2">
        <w:tc>
          <w:tcPr>
            <w:tcW w:w="1028" w:type="pct"/>
          </w:tcPr>
          <w:p w14:paraId="159BBEEE" w14:textId="77777777" w:rsidR="004C30C1" w:rsidRDefault="004C30C1" w:rsidP="004C30C1">
            <w:pPr>
              <w:pStyle w:val="SIText"/>
            </w:pPr>
            <w:r>
              <w:t>FWP</w:t>
            </w:r>
            <w:r w:rsidRPr="004C30C1">
              <w:t>COT3225 Mechanically stress grade timber</w:t>
            </w:r>
          </w:p>
          <w:p w14:paraId="7913F4BE" w14:textId="76388626" w:rsidR="00670454" w:rsidRPr="004C30C1" w:rsidRDefault="00670454" w:rsidP="004C30C1">
            <w:pPr>
              <w:pStyle w:val="SIText"/>
            </w:pPr>
            <w:r>
              <w:t>Release 2</w:t>
            </w:r>
          </w:p>
        </w:tc>
        <w:tc>
          <w:tcPr>
            <w:tcW w:w="1105" w:type="pct"/>
          </w:tcPr>
          <w:p w14:paraId="3FCD7E3F" w14:textId="77777777" w:rsidR="004C30C1" w:rsidRDefault="004C30C1" w:rsidP="00876657">
            <w:pPr>
              <w:pStyle w:val="SIText"/>
            </w:pPr>
            <w:r w:rsidRPr="009A23F4">
              <w:t>F</w:t>
            </w:r>
            <w:r w:rsidR="00876657">
              <w:t>W</w:t>
            </w:r>
            <w:r w:rsidRPr="009A23F4">
              <w:t>PCOT3225 Mechanically stress grade timber</w:t>
            </w:r>
          </w:p>
          <w:p w14:paraId="0DA11BBB" w14:textId="1EB58A20" w:rsidR="00670454" w:rsidRPr="004C30C1" w:rsidRDefault="00670454" w:rsidP="00876657">
            <w:pPr>
              <w:pStyle w:val="SIText"/>
            </w:pPr>
            <w:r>
              <w:t>Release 1</w:t>
            </w:r>
          </w:p>
        </w:tc>
        <w:tc>
          <w:tcPr>
            <w:tcW w:w="1251" w:type="pct"/>
          </w:tcPr>
          <w:p w14:paraId="78B18E67" w14:textId="11194D2C" w:rsidR="004C30C1" w:rsidRPr="004C30C1" w:rsidRDefault="00876657" w:rsidP="00876657">
            <w:pPr>
              <w:pStyle w:val="SIText"/>
            </w:pPr>
            <w:r>
              <w:t>Updated Performance Criteria to match Knowledge Evidence regarding workplace health and safety requirements; updated Foundation Skills.</w:t>
            </w:r>
          </w:p>
        </w:tc>
        <w:tc>
          <w:tcPr>
            <w:tcW w:w="1616" w:type="pct"/>
          </w:tcPr>
          <w:p w14:paraId="4EB0EB78" w14:textId="77777777" w:rsidR="004C30C1" w:rsidRPr="004C30C1" w:rsidRDefault="004C30C1" w:rsidP="004C30C1">
            <w:pPr>
              <w:pStyle w:val="SIText"/>
            </w:pPr>
            <w:r w:rsidRPr="00AB54B7">
              <w:t>Equivalent</w:t>
            </w:r>
          </w:p>
        </w:tc>
      </w:tr>
    </w:tbl>
    <w:p w14:paraId="46A0BD9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1ED63961" w14:textId="77777777" w:rsidTr="00CA2922">
        <w:tc>
          <w:tcPr>
            <w:tcW w:w="1396" w:type="pct"/>
            <w:shd w:val="clear" w:color="auto" w:fill="auto"/>
          </w:tcPr>
          <w:p w14:paraId="1F970CE0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00D5A2E1" w14:textId="77777777" w:rsidR="00F1480E" w:rsidRPr="000754EC" w:rsidRDefault="00520E9A" w:rsidP="003353A9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  <w:r w:rsidR="001C1C41" w:rsidRPr="001C1C41">
              <w:t>https://vetnet.education.gov.au/Pages/TrainingDocs.aspx?q=0d96fe23-5747-4c01-9d6f-3509ff8d3d47</w:t>
            </w:r>
          </w:p>
        </w:tc>
      </w:tr>
    </w:tbl>
    <w:p w14:paraId="1B63F517" w14:textId="77777777" w:rsidR="00F1480E" w:rsidRDefault="00F1480E" w:rsidP="005F771F">
      <w:pPr>
        <w:pStyle w:val="SIText"/>
      </w:pPr>
    </w:p>
    <w:p w14:paraId="64BE30D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213C90B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F6449C8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56F837A" w14:textId="3A1635E1" w:rsidR="00556C4C" w:rsidRPr="000754EC" w:rsidRDefault="00556C4C" w:rsidP="00B123FE">
            <w:pPr>
              <w:pStyle w:val="SIUnittitle"/>
            </w:pPr>
            <w:r w:rsidRPr="00F56827">
              <w:t xml:space="preserve">Assessment requirements for </w:t>
            </w:r>
            <w:r w:rsidR="004C30C1" w:rsidRPr="004C30C1">
              <w:t>FWPCOT3225 Mechanically stress grade timber</w:t>
            </w:r>
          </w:p>
        </w:tc>
      </w:tr>
      <w:tr w:rsidR="00556C4C" w:rsidRPr="00A55106" w14:paraId="1BEDC3C2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C149039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AB4A16A" w14:textId="77777777" w:rsidTr="00113678">
        <w:tc>
          <w:tcPr>
            <w:tcW w:w="5000" w:type="pct"/>
            <w:gridSpan w:val="2"/>
            <w:shd w:val="clear" w:color="auto" w:fill="auto"/>
          </w:tcPr>
          <w:p w14:paraId="61D498BF" w14:textId="1BBBD1A4" w:rsidR="003B6AC2" w:rsidRPr="003B6AC2" w:rsidRDefault="003B6AC2" w:rsidP="003B6AC2">
            <w:pPr>
              <w:pStyle w:val="SIText"/>
            </w:pPr>
            <w:r w:rsidRPr="00AA1C40">
              <w:t>A</w:t>
            </w:r>
            <w:r w:rsidRPr="003B6AC2">
              <w:t xml:space="preserve">n individual demonstrating competency must satisfy all the elements and performance criteria in this unit. There must be evidence that the individual has, at least on one occasion, </w:t>
            </w:r>
            <w:r>
              <w:t>mechanically stress graded timber</w:t>
            </w:r>
            <w:r w:rsidRPr="003B6AC2">
              <w:t>, and has:</w:t>
            </w:r>
          </w:p>
          <w:p w14:paraId="240CA29A" w14:textId="157711C2" w:rsidR="004C30C1" w:rsidRPr="004C30C1" w:rsidRDefault="004C30C1" w:rsidP="004C30C1">
            <w:pPr>
              <w:pStyle w:val="SIBulletList1"/>
            </w:pPr>
            <w:r w:rsidRPr="00E56B2E">
              <w:t>operate</w:t>
            </w:r>
            <w:r w:rsidR="00624CA4">
              <w:t>d</w:t>
            </w:r>
            <w:r w:rsidRPr="00E56B2E">
              <w:t xml:space="preserve"> </w:t>
            </w:r>
            <w:r w:rsidRPr="00670454">
              <w:rPr>
                <w:noProof/>
              </w:rPr>
              <w:t>a mechanical</w:t>
            </w:r>
            <w:r w:rsidRPr="00E56B2E">
              <w:t xml:space="preserve"> </w:t>
            </w:r>
            <w:r w:rsidR="00670454">
              <w:t>stress-</w:t>
            </w:r>
            <w:r w:rsidR="00670454" w:rsidRPr="00670454">
              <w:rPr>
                <w:noProof/>
              </w:rPr>
              <w:t>grading</w:t>
            </w:r>
            <w:r w:rsidR="00670454">
              <w:t xml:space="preserve"> </w:t>
            </w:r>
            <w:r w:rsidRPr="00E56B2E">
              <w:t>machine</w:t>
            </w:r>
            <w:r w:rsidR="00624CA4">
              <w:t xml:space="preserve"> or </w:t>
            </w:r>
            <w:r w:rsidR="00670454" w:rsidRPr="00670454">
              <w:rPr>
                <w:noProof/>
              </w:rPr>
              <w:t>high-speed</w:t>
            </w:r>
            <w:r w:rsidR="00624CA4">
              <w:t xml:space="preserve"> </w:t>
            </w:r>
            <w:r w:rsidR="00670454">
              <w:t xml:space="preserve">stress-grading </w:t>
            </w:r>
            <w:r w:rsidR="00624CA4">
              <w:t>machine</w:t>
            </w:r>
            <w:r w:rsidRPr="00E56B2E">
              <w:t xml:space="preserve"> </w:t>
            </w:r>
            <w:r w:rsidR="00670454">
              <w:t>according to</w:t>
            </w:r>
            <w:r w:rsidRPr="00E56B2E">
              <w:t xml:space="preserve"> work orders to </w:t>
            </w:r>
            <w:r w:rsidRPr="00670454">
              <w:rPr>
                <w:noProof/>
              </w:rPr>
              <w:t>grade</w:t>
            </w:r>
            <w:r w:rsidRPr="00E56B2E">
              <w:t xml:space="preserve"> </w:t>
            </w:r>
            <w:r w:rsidR="00624CA4">
              <w:t xml:space="preserve">one </w:t>
            </w:r>
            <w:r w:rsidR="005445EC">
              <w:t xml:space="preserve">or more </w:t>
            </w:r>
            <w:r w:rsidR="00624CA4">
              <w:t xml:space="preserve">of </w:t>
            </w:r>
            <w:r w:rsidRPr="00E56B2E">
              <w:t>the following types of timber</w:t>
            </w:r>
            <w:r w:rsidR="00670454">
              <w:t xml:space="preserve"> products</w:t>
            </w:r>
            <w:r w:rsidRPr="00E56B2E">
              <w:t>:</w:t>
            </w:r>
          </w:p>
          <w:p w14:paraId="13C6BB80" w14:textId="78F70983" w:rsidR="004C30C1" w:rsidRPr="004C30C1" w:rsidRDefault="00670454" w:rsidP="005450B5">
            <w:pPr>
              <w:pStyle w:val="SIBulletList2"/>
            </w:pPr>
            <w:r>
              <w:t xml:space="preserve">timber from </w:t>
            </w:r>
            <w:r w:rsidR="004C30C1" w:rsidRPr="00E56B2E">
              <w:t>native species</w:t>
            </w:r>
          </w:p>
          <w:p w14:paraId="4A13D0E7" w14:textId="2DE3941B" w:rsidR="004C30C1" w:rsidRPr="004C30C1" w:rsidRDefault="00670454" w:rsidP="005450B5">
            <w:pPr>
              <w:pStyle w:val="SIBulletList2"/>
            </w:pPr>
            <w:r>
              <w:t xml:space="preserve">timber from imported </w:t>
            </w:r>
            <w:r w:rsidR="004C30C1" w:rsidRPr="00E56B2E">
              <w:t>species</w:t>
            </w:r>
          </w:p>
          <w:p w14:paraId="7541F89E" w14:textId="77777777" w:rsidR="004C30C1" w:rsidRPr="004C30C1" w:rsidRDefault="004C30C1" w:rsidP="005450B5">
            <w:pPr>
              <w:pStyle w:val="SIBulletList2"/>
            </w:pPr>
            <w:r w:rsidRPr="00E56B2E">
              <w:t>dressed timber</w:t>
            </w:r>
          </w:p>
          <w:p w14:paraId="7EEBC945" w14:textId="77777777" w:rsidR="004C30C1" w:rsidRPr="004C30C1" w:rsidRDefault="004C30C1" w:rsidP="005450B5">
            <w:pPr>
              <w:pStyle w:val="SIBulletList2"/>
            </w:pPr>
            <w:r w:rsidRPr="00E56B2E">
              <w:t>in-the-rough timber</w:t>
            </w:r>
          </w:p>
          <w:p w14:paraId="36955048" w14:textId="77777777" w:rsidR="004C30C1" w:rsidRPr="004C30C1" w:rsidRDefault="004C30C1" w:rsidP="005450B5">
            <w:pPr>
              <w:pStyle w:val="SIBulletList2"/>
            </w:pPr>
            <w:r w:rsidRPr="00E56B2E">
              <w:t xml:space="preserve">preservative treated </w:t>
            </w:r>
            <w:r w:rsidRPr="00670454">
              <w:rPr>
                <w:noProof/>
              </w:rPr>
              <w:t>timber</w:t>
            </w:r>
          </w:p>
          <w:p w14:paraId="18F7CC38" w14:textId="227A0806" w:rsidR="000234E5" w:rsidRDefault="004C30C1" w:rsidP="004C30C1">
            <w:pPr>
              <w:pStyle w:val="SIBulletList1"/>
            </w:pPr>
            <w:r w:rsidRPr="00E56B2E">
              <w:t>complete</w:t>
            </w:r>
            <w:r w:rsidR="00624CA4">
              <w:t>d</w:t>
            </w:r>
            <w:r w:rsidRPr="00E56B2E">
              <w:t xml:space="preserve"> operator maintenance on the mechanical </w:t>
            </w:r>
            <w:r w:rsidR="00670454">
              <w:t xml:space="preserve">stress-grading </w:t>
            </w:r>
            <w:r w:rsidRPr="00E56B2E">
              <w:t>equipment</w:t>
            </w:r>
          </w:p>
          <w:p w14:paraId="1935A982" w14:textId="7FDA8863" w:rsidR="00556C4C" w:rsidRPr="000754EC" w:rsidRDefault="000234E5" w:rsidP="004C30C1">
            <w:pPr>
              <w:pStyle w:val="SIBulletList1"/>
            </w:pPr>
            <w:r>
              <w:t>r</w:t>
            </w:r>
            <w:r w:rsidRPr="000234E5">
              <w:t xml:space="preserve">ecorded and reported production outcomes, equipment faults and </w:t>
            </w:r>
            <w:r w:rsidRPr="00670454">
              <w:rPr>
                <w:noProof/>
              </w:rPr>
              <w:t>maintenance</w:t>
            </w:r>
            <w:r w:rsidRPr="000234E5">
              <w:t xml:space="preserve"> requirements to appropriate personnel</w:t>
            </w:r>
          </w:p>
        </w:tc>
      </w:tr>
    </w:tbl>
    <w:p w14:paraId="3EA13A65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802133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A4A1B31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4AF29BD9" w14:textId="77777777" w:rsidTr="00CA2922">
        <w:tc>
          <w:tcPr>
            <w:tcW w:w="5000" w:type="pct"/>
            <w:shd w:val="clear" w:color="auto" w:fill="auto"/>
          </w:tcPr>
          <w:p w14:paraId="7D2EB0DE" w14:textId="77777777" w:rsidR="00624CA4" w:rsidRPr="00624CA4" w:rsidRDefault="00624CA4" w:rsidP="00624CA4">
            <w:r w:rsidRPr="00E25AF7">
              <w:t>A</w:t>
            </w:r>
            <w:r w:rsidRPr="00624CA4">
              <w:t xml:space="preserve">n individual must be able to demonstrate the knowledge required to perform the tasks outlined in the elements and performance criteria of this unit. </w:t>
            </w:r>
            <w:r w:rsidRPr="00670454">
              <w:rPr>
                <w:noProof/>
              </w:rPr>
              <w:t>This</w:t>
            </w:r>
            <w:r w:rsidRPr="00624CA4">
              <w:t xml:space="preserve"> includes </w:t>
            </w:r>
            <w:r w:rsidRPr="00670454">
              <w:rPr>
                <w:noProof/>
              </w:rPr>
              <w:t>knowledge</w:t>
            </w:r>
            <w:r w:rsidRPr="00624CA4">
              <w:t xml:space="preserve"> of:</w:t>
            </w:r>
            <w:r w:rsidRPr="00624CA4" w:rsidDel="0033327B">
              <w:t xml:space="preserve"> </w:t>
            </w:r>
          </w:p>
          <w:p w14:paraId="2C72B687" w14:textId="77777777" w:rsidR="004C30C1" w:rsidRPr="004C30C1" w:rsidRDefault="004C30C1" w:rsidP="004C30C1">
            <w:pPr>
              <w:pStyle w:val="SIBulletList1"/>
            </w:pPr>
            <w:r w:rsidRPr="00670454">
              <w:rPr>
                <w:noProof/>
              </w:rPr>
              <w:t>typical</w:t>
            </w:r>
            <w:r w:rsidRPr="00E56B2E">
              <w:t xml:space="preserve"> flow of material supply in and out of the grading area</w:t>
            </w:r>
          </w:p>
          <w:p w14:paraId="47D11117" w14:textId="0E6D6EAE" w:rsidR="004C30C1" w:rsidRPr="004C30C1" w:rsidRDefault="004C30C1" w:rsidP="004C30C1">
            <w:pPr>
              <w:pStyle w:val="SIBulletList1"/>
            </w:pPr>
            <w:r w:rsidRPr="00E56B2E">
              <w:t xml:space="preserve">typical </w:t>
            </w:r>
            <w:r w:rsidRPr="00670454">
              <w:rPr>
                <w:noProof/>
              </w:rPr>
              <w:t>workflow</w:t>
            </w:r>
            <w:r w:rsidRPr="00E56B2E">
              <w:t xml:space="preserve"> processes and techniques used </w:t>
            </w:r>
            <w:r w:rsidRPr="00670454">
              <w:rPr>
                <w:noProof/>
              </w:rPr>
              <w:t xml:space="preserve">to </w:t>
            </w:r>
            <w:r w:rsidR="00670454">
              <w:rPr>
                <w:noProof/>
              </w:rPr>
              <w:t>stress grade timber mechanically</w:t>
            </w:r>
          </w:p>
          <w:p w14:paraId="3A89741A" w14:textId="77777777" w:rsidR="004C30C1" w:rsidRPr="004C30C1" w:rsidRDefault="004C30C1" w:rsidP="004C30C1">
            <w:pPr>
              <w:pStyle w:val="SIBulletList1"/>
            </w:pPr>
            <w:r w:rsidRPr="00670454">
              <w:rPr>
                <w:noProof/>
              </w:rPr>
              <w:t>range</w:t>
            </w:r>
            <w:r w:rsidRPr="00E56B2E">
              <w:t xml:space="preserve"> of industry standard strength grades and thresholds and applicable terminology</w:t>
            </w:r>
          </w:p>
          <w:p w14:paraId="4637CDA1" w14:textId="77777777" w:rsidR="004C30C1" w:rsidRPr="004C30C1" w:rsidRDefault="004C30C1" w:rsidP="004C30C1">
            <w:pPr>
              <w:pStyle w:val="SIBulletList1"/>
            </w:pPr>
            <w:r w:rsidRPr="00E56B2E">
              <w:t xml:space="preserve">markings used on timber boards to identify </w:t>
            </w:r>
            <w:r w:rsidRPr="00670454">
              <w:rPr>
                <w:noProof/>
              </w:rPr>
              <w:t>grades</w:t>
            </w:r>
          </w:p>
          <w:p w14:paraId="76F5FA0E" w14:textId="7212FA8C" w:rsidR="00624CA4" w:rsidRDefault="004C30C1" w:rsidP="004C30C1">
            <w:pPr>
              <w:pStyle w:val="SIBulletList1"/>
            </w:pPr>
            <w:r w:rsidRPr="00E56B2E">
              <w:t>reason</w:t>
            </w:r>
            <w:r w:rsidR="00624CA4">
              <w:t>s</w:t>
            </w:r>
            <w:r w:rsidRPr="00E56B2E">
              <w:t xml:space="preserve"> for independent testing of boards </w:t>
            </w:r>
          </w:p>
          <w:p w14:paraId="65D87E91" w14:textId="3F960C8C" w:rsidR="004C30C1" w:rsidRPr="004C30C1" w:rsidRDefault="004C30C1" w:rsidP="004C30C1">
            <w:pPr>
              <w:pStyle w:val="SIBulletList1"/>
            </w:pPr>
            <w:r w:rsidRPr="00E56B2E">
              <w:t>processes for sampling and preparing boards for testing</w:t>
            </w:r>
          </w:p>
          <w:p w14:paraId="3D7C5BCA" w14:textId="33541C04" w:rsidR="004C30C1" w:rsidRPr="004C30C1" w:rsidRDefault="004C30C1" w:rsidP="004C30C1">
            <w:pPr>
              <w:pStyle w:val="SIBulletList1"/>
            </w:pPr>
            <w:r w:rsidRPr="00E56B2E">
              <w:t xml:space="preserve">purpose, features and operation of equipment used </w:t>
            </w:r>
            <w:r w:rsidRPr="00670454">
              <w:rPr>
                <w:noProof/>
              </w:rPr>
              <w:t xml:space="preserve">to </w:t>
            </w:r>
            <w:r w:rsidR="00670454">
              <w:rPr>
                <w:noProof/>
              </w:rPr>
              <w:t>stress grade timber mechanically</w:t>
            </w:r>
            <w:r w:rsidRPr="00E56B2E">
              <w:t>:</w:t>
            </w:r>
          </w:p>
          <w:p w14:paraId="66DA296D" w14:textId="11B0075B" w:rsidR="004C30C1" w:rsidRPr="004C30C1" w:rsidRDefault="004C30C1" w:rsidP="004C30C1">
            <w:pPr>
              <w:pStyle w:val="SIBulletList2"/>
            </w:pPr>
            <w:r w:rsidRPr="00E56B2E">
              <w:t xml:space="preserve">mechanical stress-graders or </w:t>
            </w:r>
            <w:r w:rsidR="00670454" w:rsidRPr="00670454">
              <w:rPr>
                <w:noProof/>
              </w:rPr>
              <w:t>high-speed</w:t>
            </w:r>
            <w:r w:rsidRPr="00E56B2E">
              <w:t xml:space="preserve"> mechanical graders</w:t>
            </w:r>
          </w:p>
          <w:p w14:paraId="5A741AA8" w14:textId="77777777" w:rsidR="004C30C1" w:rsidRPr="004C30C1" w:rsidRDefault="004C30C1" w:rsidP="004C30C1">
            <w:pPr>
              <w:pStyle w:val="SIBulletList2"/>
            </w:pPr>
            <w:r w:rsidRPr="00E56B2E">
              <w:t>spray guns</w:t>
            </w:r>
          </w:p>
          <w:p w14:paraId="332F73A0" w14:textId="77777777" w:rsidR="004C30C1" w:rsidRPr="004C30C1" w:rsidRDefault="004C30C1" w:rsidP="004C30C1">
            <w:pPr>
              <w:pStyle w:val="SIBulletList2"/>
            </w:pPr>
            <w:r w:rsidRPr="00E56B2E">
              <w:t>branding rolls</w:t>
            </w:r>
          </w:p>
          <w:p w14:paraId="3E739DBD" w14:textId="77777777" w:rsidR="004C30C1" w:rsidRPr="004C30C1" w:rsidRDefault="004C30C1" w:rsidP="004C30C1">
            <w:pPr>
              <w:pStyle w:val="SIBulletList2"/>
            </w:pPr>
            <w:r w:rsidRPr="00E56B2E">
              <w:t>verification boards</w:t>
            </w:r>
          </w:p>
          <w:p w14:paraId="7477229D" w14:textId="77777777" w:rsidR="004C30C1" w:rsidRPr="004C30C1" w:rsidRDefault="004C30C1" w:rsidP="004C30C1">
            <w:pPr>
              <w:pStyle w:val="SIBulletList1"/>
            </w:pPr>
            <w:r w:rsidRPr="00E56B2E">
              <w:t>methods used to:</w:t>
            </w:r>
          </w:p>
          <w:p w14:paraId="1977E1C4" w14:textId="4AC7F555" w:rsidR="004C30C1" w:rsidRPr="004C30C1" w:rsidRDefault="004C30C1" w:rsidP="004C30C1">
            <w:pPr>
              <w:pStyle w:val="SIBulletList2"/>
            </w:pPr>
            <w:r w:rsidRPr="00E56B2E">
              <w:t xml:space="preserve">calibrate equipment to grades using verification </w:t>
            </w:r>
            <w:r w:rsidR="005445EC">
              <w:t xml:space="preserve">timber </w:t>
            </w:r>
            <w:r w:rsidRPr="00E56B2E">
              <w:t>boards</w:t>
            </w:r>
          </w:p>
          <w:p w14:paraId="271CD214" w14:textId="163153F2" w:rsidR="004C30C1" w:rsidRPr="004C30C1" w:rsidRDefault="004C30C1" w:rsidP="004C30C1">
            <w:pPr>
              <w:pStyle w:val="SIBulletList2"/>
            </w:pPr>
            <w:r w:rsidRPr="00E56B2E">
              <w:t xml:space="preserve">clean and maintain mechanical </w:t>
            </w:r>
            <w:r w:rsidR="00670454">
              <w:t xml:space="preserve">stress-grading </w:t>
            </w:r>
            <w:r w:rsidRPr="00E56B2E">
              <w:t>equipment</w:t>
            </w:r>
          </w:p>
          <w:p w14:paraId="17B413BF" w14:textId="07AFD00D" w:rsidR="004C30C1" w:rsidRPr="004C30C1" w:rsidRDefault="00624CA4" w:rsidP="004C30C1">
            <w:pPr>
              <w:pStyle w:val="SIBulletList1"/>
            </w:pPr>
            <w:r>
              <w:t>workplace</w:t>
            </w:r>
            <w:r w:rsidRPr="00E56B2E">
              <w:t xml:space="preserve"> </w:t>
            </w:r>
            <w:r w:rsidR="004C30C1" w:rsidRPr="00E56B2E">
              <w:t xml:space="preserve">procedures specific to mechanically </w:t>
            </w:r>
            <w:r w:rsidR="00670454">
              <w:t xml:space="preserve">stress-grading </w:t>
            </w:r>
            <w:r w:rsidR="004C30C1" w:rsidRPr="00E56B2E">
              <w:t>timber:</w:t>
            </w:r>
          </w:p>
          <w:p w14:paraId="72664EFD" w14:textId="6AC16DF7" w:rsidR="004C30C1" w:rsidRPr="004C30C1" w:rsidRDefault="004C30C1" w:rsidP="004C30C1">
            <w:pPr>
              <w:pStyle w:val="SIBulletList2"/>
            </w:pPr>
            <w:r w:rsidRPr="00E56B2E">
              <w:t xml:space="preserve">workplace health and safety with particular emphasis on equipment </w:t>
            </w:r>
            <w:r w:rsidRPr="00670454">
              <w:rPr>
                <w:noProof/>
              </w:rPr>
              <w:t>lockout</w:t>
            </w:r>
            <w:r w:rsidRPr="00E56B2E">
              <w:t xml:space="preserve">, use of personal protective equipment </w:t>
            </w:r>
            <w:r w:rsidR="005445EC">
              <w:t xml:space="preserve">(PPE), </w:t>
            </w:r>
            <w:r w:rsidR="005445EC" w:rsidRPr="005445EC">
              <w:t>safe manual handling techniques</w:t>
            </w:r>
            <w:r w:rsidR="005445EC">
              <w:t xml:space="preserve"> </w:t>
            </w:r>
            <w:r w:rsidRPr="00E56B2E">
              <w:t>and handling</w:t>
            </w:r>
            <w:r w:rsidRPr="004C30C1">
              <w:t xml:space="preserve"> hazardous substances</w:t>
            </w:r>
          </w:p>
          <w:p w14:paraId="59F1407C" w14:textId="77777777" w:rsidR="004C30C1" w:rsidRPr="004C30C1" w:rsidRDefault="004C30C1" w:rsidP="004C30C1">
            <w:pPr>
              <w:pStyle w:val="SIBulletList2"/>
            </w:pPr>
            <w:r w:rsidRPr="00E56B2E">
              <w:t>communication reporting lines</w:t>
            </w:r>
          </w:p>
          <w:p w14:paraId="1743C990" w14:textId="77777777" w:rsidR="004C30C1" w:rsidRPr="004C30C1" w:rsidRDefault="004C30C1" w:rsidP="004C30C1">
            <w:pPr>
              <w:pStyle w:val="SIBulletList2"/>
            </w:pPr>
            <w:r w:rsidRPr="00E56B2E">
              <w:t>recording and reporting production outcomes, equipment faults and maintenance requirements</w:t>
            </w:r>
          </w:p>
          <w:p w14:paraId="1E985E19" w14:textId="2033DBA1" w:rsidR="004C30C1" w:rsidRPr="004C30C1" w:rsidRDefault="004C30C1" w:rsidP="004C30C1">
            <w:pPr>
              <w:pStyle w:val="SIBulletList1"/>
            </w:pPr>
            <w:r w:rsidRPr="00E56B2E">
              <w:t xml:space="preserve">environmental protection practices for </w:t>
            </w:r>
            <w:r w:rsidR="005445EC">
              <w:t>timber processing plants</w:t>
            </w:r>
            <w:r w:rsidRPr="00E56B2E">
              <w:t>:</w:t>
            </w:r>
          </w:p>
          <w:p w14:paraId="565EB52E" w14:textId="77777777" w:rsidR="004C30C1" w:rsidRPr="004C30C1" w:rsidRDefault="004C30C1" w:rsidP="004C30C1">
            <w:pPr>
              <w:pStyle w:val="SIBulletList2"/>
            </w:pPr>
            <w:r w:rsidRPr="00E56B2E">
              <w:t xml:space="preserve">reducing water and energy use </w:t>
            </w:r>
          </w:p>
          <w:p w14:paraId="0A598639" w14:textId="77777777" w:rsidR="004C30C1" w:rsidRPr="004C30C1" w:rsidRDefault="004C30C1" w:rsidP="004C30C1">
            <w:pPr>
              <w:pStyle w:val="SIBulletList2"/>
            </w:pPr>
            <w:r w:rsidRPr="00E56B2E">
              <w:t>cleaning plant, tools and equipment</w:t>
            </w:r>
          </w:p>
          <w:p w14:paraId="277EEA63" w14:textId="007D6F68" w:rsidR="00F1480E" w:rsidRPr="000754EC" w:rsidRDefault="004C30C1" w:rsidP="004C30C1">
            <w:pPr>
              <w:pStyle w:val="SIBulletList2"/>
            </w:pPr>
            <w:r w:rsidRPr="00E56B2E">
              <w:t>disposing of hazardous substances</w:t>
            </w:r>
          </w:p>
        </w:tc>
      </w:tr>
    </w:tbl>
    <w:p w14:paraId="5851C36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645D93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3C20BA7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151A7AE1" w14:textId="77777777" w:rsidTr="00CA2922">
        <w:tc>
          <w:tcPr>
            <w:tcW w:w="5000" w:type="pct"/>
            <w:shd w:val="clear" w:color="auto" w:fill="auto"/>
          </w:tcPr>
          <w:p w14:paraId="644E2E11" w14:textId="77777777" w:rsidR="00624CA4" w:rsidRPr="00624CA4" w:rsidRDefault="00624CA4" w:rsidP="00624CA4">
            <w:pPr>
              <w:pStyle w:val="SIText"/>
            </w:pPr>
            <w:r>
              <w:t xml:space="preserve">Assessment of the skills in this unit of </w:t>
            </w:r>
            <w:r w:rsidRPr="00624CA4">
              <w:t>competency must take place under the following conditions:</w:t>
            </w:r>
          </w:p>
          <w:p w14:paraId="264A2FCC" w14:textId="77777777" w:rsidR="00624CA4" w:rsidRPr="00624CA4" w:rsidRDefault="00624CA4" w:rsidP="00624CA4">
            <w:pPr>
              <w:pStyle w:val="SIBulletList1"/>
            </w:pPr>
            <w:r w:rsidRPr="00772464">
              <w:t xml:space="preserve">physical </w:t>
            </w:r>
            <w:r w:rsidRPr="00624CA4">
              <w:t>conditions:</w:t>
            </w:r>
          </w:p>
          <w:p w14:paraId="071874FD" w14:textId="672799EF" w:rsidR="00624CA4" w:rsidRPr="00624CA4" w:rsidRDefault="00624CA4" w:rsidP="00624CA4">
            <w:pPr>
              <w:pStyle w:val="SIBulletList2"/>
            </w:pPr>
            <w:r w:rsidRPr="00670454">
              <w:rPr>
                <w:noProof/>
              </w:rPr>
              <w:t>skills</w:t>
            </w:r>
            <w:r>
              <w:t xml:space="preserve"> must </w:t>
            </w:r>
            <w:r w:rsidRPr="00670454">
              <w:rPr>
                <w:noProof/>
              </w:rPr>
              <w:t>be demonstrated</w:t>
            </w:r>
            <w:r>
              <w:t xml:space="preserve"> in a </w:t>
            </w:r>
            <w:r w:rsidR="005445EC">
              <w:t>timber processing plant</w:t>
            </w:r>
            <w:r w:rsidRPr="00624CA4">
              <w:t xml:space="preserve"> or an environment that accurately represents workplace conditions</w:t>
            </w:r>
          </w:p>
          <w:p w14:paraId="504CB326" w14:textId="77777777" w:rsidR="00624CA4" w:rsidRPr="00624CA4" w:rsidRDefault="00624CA4" w:rsidP="00624CA4">
            <w:pPr>
              <w:pStyle w:val="SIBulletList1"/>
            </w:pPr>
            <w:r w:rsidRPr="00772464">
              <w:t>resources, equipment and materials:</w:t>
            </w:r>
          </w:p>
          <w:p w14:paraId="45974521" w14:textId="6D0AFF9F" w:rsidR="004C30C1" w:rsidRPr="004C30C1" w:rsidRDefault="004C30C1" w:rsidP="005450B5">
            <w:pPr>
              <w:pStyle w:val="SIBulletList2"/>
            </w:pPr>
            <w:r w:rsidRPr="00E56B2E">
              <w:t xml:space="preserve">mechanical stress-graders or </w:t>
            </w:r>
            <w:r w:rsidR="00670454" w:rsidRPr="00670454">
              <w:rPr>
                <w:noProof/>
              </w:rPr>
              <w:t>high-speed</w:t>
            </w:r>
            <w:r w:rsidRPr="00E56B2E">
              <w:t xml:space="preserve"> mechanical graders</w:t>
            </w:r>
          </w:p>
          <w:p w14:paraId="5743D81B" w14:textId="77777777" w:rsidR="004C30C1" w:rsidRPr="004C30C1" w:rsidRDefault="004C30C1" w:rsidP="005450B5">
            <w:pPr>
              <w:pStyle w:val="SIBulletList2"/>
            </w:pPr>
            <w:r w:rsidRPr="00E56B2E">
              <w:t>spray guns</w:t>
            </w:r>
          </w:p>
          <w:p w14:paraId="60C66AD5" w14:textId="77777777" w:rsidR="004C30C1" w:rsidRPr="004C30C1" w:rsidRDefault="004C30C1" w:rsidP="005450B5">
            <w:pPr>
              <w:pStyle w:val="SIBulletList2"/>
            </w:pPr>
            <w:r w:rsidRPr="00E56B2E">
              <w:t>branding rolls</w:t>
            </w:r>
          </w:p>
          <w:p w14:paraId="36FD6437" w14:textId="77777777" w:rsidR="004C30C1" w:rsidRPr="004C30C1" w:rsidRDefault="004C30C1" w:rsidP="005450B5">
            <w:pPr>
              <w:pStyle w:val="SIBulletList2"/>
            </w:pPr>
            <w:r w:rsidRPr="00E56B2E">
              <w:t xml:space="preserve">maintenance tools and equipment for </w:t>
            </w:r>
            <w:r w:rsidRPr="004C30C1">
              <w:t>mechanical stress graders</w:t>
            </w:r>
          </w:p>
          <w:p w14:paraId="31FA6EF8" w14:textId="77777777" w:rsidR="004C30C1" w:rsidRPr="004C30C1" w:rsidRDefault="004C30C1" w:rsidP="005450B5">
            <w:pPr>
              <w:pStyle w:val="SIBulletList2"/>
            </w:pPr>
            <w:r w:rsidRPr="00E56B2E">
              <w:t>verification boards</w:t>
            </w:r>
          </w:p>
          <w:p w14:paraId="6F7FE387" w14:textId="77777777" w:rsidR="004C30C1" w:rsidRPr="004C30C1" w:rsidRDefault="004C30C1" w:rsidP="005450B5">
            <w:pPr>
              <w:pStyle w:val="SIBulletList2"/>
            </w:pPr>
            <w:r w:rsidRPr="00E56B2E">
              <w:lastRenderedPageBreak/>
              <w:t>consumable dye</w:t>
            </w:r>
          </w:p>
          <w:p w14:paraId="18489E2B" w14:textId="225D0BED" w:rsidR="004C30C1" w:rsidRPr="004C30C1" w:rsidRDefault="005445EC" w:rsidP="005450B5">
            <w:pPr>
              <w:pStyle w:val="SIBulletList2"/>
            </w:pPr>
            <w:r>
              <w:t>PPE</w:t>
            </w:r>
            <w:r w:rsidR="004C30C1" w:rsidRPr="00E56B2E">
              <w:t xml:space="preserve"> suitable for mechanically </w:t>
            </w:r>
            <w:r w:rsidR="00670454">
              <w:t xml:space="preserve">stress-grading </w:t>
            </w:r>
            <w:r w:rsidR="004C30C1" w:rsidRPr="00E56B2E">
              <w:t>timber</w:t>
            </w:r>
          </w:p>
          <w:p w14:paraId="17DFE054" w14:textId="05A9EF52" w:rsidR="00624CA4" w:rsidRDefault="005445EC" w:rsidP="00624CA4">
            <w:pPr>
              <w:pStyle w:val="SIBulletList2"/>
            </w:pPr>
            <w:r>
              <w:t xml:space="preserve">timber boards suitable for mechanically </w:t>
            </w:r>
            <w:r w:rsidR="00670454">
              <w:t xml:space="preserve">stress-grading </w:t>
            </w:r>
            <w:r>
              <w:t xml:space="preserve">and </w:t>
            </w:r>
            <w:r w:rsidRPr="005445EC">
              <w:t>sufficient quantit</w:t>
            </w:r>
            <w:r w:rsidR="00866289">
              <w:t>ies</w:t>
            </w:r>
            <w:r>
              <w:t xml:space="preserve"> for the grading operation</w:t>
            </w:r>
            <w:r w:rsidR="00624CA4">
              <w:t xml:space="preserve"> </w:t>
            </w:r>
          </w:p>
          <w:p w14:paraId="72ECD177" w14:textId="77777777" w:rsidR="00624CA4" w:rsidRDefault="00624CA4" w:rsidP="00624CA4">
            <w:pPr>
              <w:pStyle w:val="SIBulletList1"/>
            </w:pPr>
            <w:r>
              <w:t>specifications:</w:t>
            </w:r>
          </w:p>
          <w:p w14:paraId="6413F656" w14:textId="065EE43E" w:rsidR="004C30C1" w:rsidRPr="004C30C1" w:rsidRDefault="004C30C1" w:rsidP="005450B5">
            <w:pPr>
              <w:pStyle w:val="SIBulletList2"/>
            </w:pPr>
            <w:r w:rsidRPr="00E56B2E">
              <w:t>manufacturer instructions for use and maintenance of equipment</w:t>
            </w:r>
          </w:p>
          <w:p w14:paraId="6CDE2126" w14:textId="77777777" w:rsidR="004C30C1" w:rsidRPr="004C30C1" w:rsidRDefault="004C30C1" w:rsidP="005450B5">
            <w:pPr>
              <w:pStyle w:val="SIBulletList2"/>
            </w:pPr>
            <w:r w:rsidRPr="00E56B2E">
              <w:t xml:space="preserve">work order with specific instructions for types and </w:t>
            </w:r>
            <w:r w:rsidRPr="00670454">
              <w:rPr>
                <w:noProof/>
              </w:rPr>
              <w:t>quantities</w:t>
            </w:r>
            <w:r w:rsidRPr="00E56B2E">
              <w:t xml:space="preserve"> of timber to </w:t>
            </w:r>
            <w:r w:rsidRPr="00670454">
              <w:rPr>
                <w:noProof/>
              </w:rPr>
              <w:t>be graded</w:t>
            </w:r>
          </w:p>
          <w:p w14:paraId="09286F92" w14:textId="5A3CA60A" w:rsidR="005445EC" w:rsidRPr="005445EC" w:rsidRDefault="005445EC" w:rsidP="005445EC">
            <w:pPr>
              <w:pStyle w:val="SIBulletList2"/>
            </w:pPr>
            <w:proofErr w:type="gramStart"/>
            <w:r w:rsidRPr="005445EC">
              <w:t>template</w:t>
            </w:r>
            <w:proofErr w:type="gramEnd"/>
            <w:r w:rsidRPr="005445EC">
              <w:t xml:space="preserve"> documents for recording production outcomes, equipment faults and </w:t>
            </w:r>
            <w:r w:rsidRPr="00670454">
              <w:rPr>
                <w:noProof/>
              </w:rPr>
              <w:t>maintenance</w:t>
            </w:r>
            <w:r w:rsidRPr="005445EC">
              <w:t xml:space="preserve"> requirements</w:t>
            </w:r>
            <w:r w:rsidR="00670454">
              <w:t>.</w:t>
            </w:r>
          </w:p>
          <w:p w14:paraId="4C28D295" w14:textId="77777777" w:rsidR="004C30C1" w:rsidRPr="00E56B2E" w:rsidRDefault="004C30C1" w:rsidP="004C30C1">
            <w:pPr>
              <w:pStyle w:val="SIText"/>
            </w:pPr>
          </w:p>
          <w:p w14:paraId="71D1B505" w14:textId="7A7D2F58" w:rsidR="00F1480E" w:rsidRPr="00624CA4" w:rsidRDefault="00624CA4" w:rsidP="005450B5">
            <w:pPr>
              <w:rPr>
                <w:rFonts w:eastAsia="Calibri"/>
              </w:rPr>
            </w:pPr>
            <w:r w:rsidRPr="00624CA4">
              <w:t xml:space="preserve">Assessors of this unit must satisfy the requirements for assessors in </w:t>
            </w:r>
            <w:r w:rsidRPr="00670454">
              <w:rPr>
                <w:noProof/>
              </w:rPr>
              <w:t>applicable</w:t>
            </w:r>
            <w:r w:rsidRPr="00624CA4">
              <w:t xml:space="preserve"> vocational education and training legislation, frameworks </w:t>
            </w:r>
            <w:r w:rsidRPr="00670454">
              <w:rPr>
                <w:noProof/>
              </w:rPr>
              <w:t>and / or</w:t>
            </w:r>
            <w:r w:rsidRPr="00624CA4">
              <w:t xml:space="preserve"> standards.</w:t>
            </w:r>
          </w:p>
        </w:tc>
      </w:tr>
    </w:tbl>
    <w:p w14:paraId="33E8B92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9EA92AE" w14:textId="77777777" w:rsidTr="004679E3">
        <w:tc>
          <w:tcPr>
            <w:tcW w:w="990" w:type="pct"/>
            <w:shd w:val="clear" w:color="auto" w:fill="auto"/>
          </w:tcPr>
          <w:p w14:paraId="02147FA4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677161F6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03C7FABB" w14:textId="77777777" w:rsidR="00F1480E" w:rsidRPr="000754EC" w:rsidRDefault="001C1C41" w:rsidP="000754EC">
            <w:pPr>
              <w:pStyle w:val="SIText"/>
            </w:pPr>
            <w:r w:rsidRPr="001C1C41">
              <w:t>https://vetnet.education.gov.au/Pages/TrainingDocs.aspx?q=0d96fe23-5747-4c01-9d6f-3509ff8d3d47</w:t>
            </w:r>
          </w:p>
        </w:tc>
      </w:tr>
    </w:tbl>
    <w:p w14:paraId="2709E046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3747B2B" w16cid:durableId="1F6812BC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C333833" w14:textId="77777777" w:rsidR="00361EF5" w:rsidRDefault="00361EF5" w:rsidP="00BF3F0A">
      <w:r>
        <w:separator/>
      </w:r>
    </w:p>
    <w:p w14:paraId="73FFC521" w14:textId="77777777" w:rsidR="00361EF5" w:rsidRDefault="00361EF5"/>
  </w:endnote>
  <w:endnote w:type="continuationSeparator" w:id="0">
    <w:p w14:paraId="7DD61FD3" w14:textId="77777777" w:rsidR="00361EF5" w:rsidRDefault="00361EF5" w:rsidP="00BF3F0A">
      <w:r>
        <w:continuationSeparator/>
      </w:r>
    </w:p>
    <w:p w14:paraId="1A8FCCCD" w14:textId="77777777" w:rsidR="00361EF5" w:rsidRDefault="00361EF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28721817"/>
      <w:docPartObj>
        <w:docPartGallery w:val="Page Numbers (Bottom of Page)"/>
        <w:docPartUnique/>
      </w:docPartObj>
    </w:sdtPr>
    <w:sdtEndPr/>
    <w:sdtContent>
      <w:p w14:paraId="42FD7B23" w14:textId="40FD4663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D9470C">
          <w:rPr>
            <w:noProof/>
          </w:rPr>
          <w:t>1</w:t>
        </w:r>
        <w:r w:rsidRPr="000754EC">
          <w:fldChar w:fldCharType="end"/>
        </w:r>
      </w:p>
      <w:p w14:paraId="1169C47C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21A38990" w14:textId="77777777" w:rsidR="00687B62" w:rsidRDefault="00687B6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090E2E4" w14:textId="77777777" w:rsidR="00361EF5" w:rsidRDefault="00361EF5" w:rsidP="00BF3F0A">
      <w:r>
        <w:separator/>
      </w:r>
    </w:p>
    <w:p w14:paraId="615D3046" w14:textId="77777777" w:rsidR="00361EF5" w:rsidRDefault="00361EF5"/>
  </w:footnote>
  <w:footnote w:type="continuationSeparator" w:id="0">
    <w:p w14:paraId="7ACE1470" w14:textId="77777777" w:rsidR="00361EF5" w:rsidRDefault="00361EF5" w:rsidP="00BF3F0A">
      <w:r>
        <w:continuationSeparator/>
      </w:r>
    </w:p>
    <w:p w14:paraId="4EF30C97" w14:textId="77777777" w:rsidR="00361EF5" w:rsidRDefault="00361EF5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216051" w14:textId="6B33B791" w:rsidR="00E1344D" w:rsidRDefault="00E1344D" w:rsidP="004C30C1">
    <w:r>
      <w:t>FWPCOT</w:t>
    </w:r>
    <w:r w:rsidR="004C30C1">
      <w:t xml:space="preserve">3225 </w:t>
    </w:r>
    <w:r w:rsidR="004C30C1" w:rsidRPr="004C30C1">
      <w:t>Mechanically stress grade timber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0F904A8"/>
    <w:multiLevelType w:val="hybridMultilevel"/>
    <w:tmpl w:val="AB5A0B9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5B4DB8"/>
    <w:multiLevelType w:val="hybridMultilevel"/>
    <w:tmpl w:val="A5426F9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320E0DD9"/>
    <w:multiLevelType w:val="hybridMultilevel"/>
    <w:tmpl w:val="DF9C21E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51583C"/>
    <w:multiLevelType w:val="hybridMultilevel"/>
    <w:tmpl w:val="9CEA239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7A242B3"/>
    <w:multiLevelType w:val="hybridMultilevel"/>
    <w:tmpl w:val="15FCDCD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6" w15:restartNumberingAfterBreak="0">
    <w:nsid w:val="5DB11593"/>
    <w:multiLevelType w:val="hybridMultilevel"/>
    <w:tmpl w:val="3B44EB9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3316F85"/>
    <w:multiLevelType w:val="hybridMultilevel"/>
    <w:tmpl w:val="35AC4F0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79950A9A"/>
    <w:multiLevelType w:val="hybridMultilevel"/>
    <w:tmpl w:val="DA86C5C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8"/>
  </w:num>
  <w:num w:numId="3">
    <w:abstractNumId w:val="5"/>
  </w:num>
  <w:num w:numId="4">
    <w:abstractNumId w:val="19"/>
  </w:num>
  <w:num w:numId="5">
    <w:abstractNumId w:val="2"/>
  </w:num>
  <w:num w:numId="6">
    <w:abstractNumId w:val="9"/>
  </w:num>
  <w:num w:numId="7">
    <w:abstractNumId w:val="4"/>
  </w:num>
  <w:num w:numId="8">
    <w:abstractNumId w:val="0"/>
  </w:num>
  <w:num w:numId="9">
    <w:abstractNumId w:val="18"/>
  </w:num>
  <w:num w:numId="10">
    <w:abstractNumId w:val="13"/>
  </w:num>
  <w:num w:numId="11">
    <w:abstractNumId w:val="17"/>
  </w:num>
  <w:num w:numId="12">
    <w:abstractNumId w:val="15"/>
  </w:num>
  <w:num w:numId="13">
    <w:abstractNumId w:val="20"/>
  </w:num>
  <w:num w:numId="14">
    <w:abstractNumId w:val="6"/>
  </w:num>
  <w:num w:numId="15">
    <w:abstractNumId w:val="7"/>
  </w:num>
  <w:num w:numId="16">
    <w:abstractNumId w:val="22"/>
  </w:num>
  <w:num w:numId="17">
    <w:abstractNumId w:val="11"/>
  </w:num>
  <w:num w:numId="18">
    <w:abstractNumId w:val="3"/>
  </w:num>
  <w:num w:numId="19">
    <w:abstractNumId w:val="16"/>
  </w:num>
  <w:num w:numId="20">
    <w:abstractNumId w:val="12"/>
  </w:num>
  <w:num w:numId="21">
    <w:abstractNumId w:val="1"/>
  </w:num>
  <w:num w:numId="22">
    <w:abstractNumId w:val="14"/>
  </w:num>
  <w:num w:numId="23">
    <w:abstractNumId w:val="23"/>
  </w:num>
  <w:num w:numId="2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9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a0NDQ3NTQ1MTQzsTS0MLZU0lEKTi0uzszPAykwrQUAeqmk4ywAAAA="/>
  </w:docVars>
  <w:rsids>
    <w:rsidRoot w:val="002F4BEC"/>
    <w:rsid w:val="000014B9"/>
    <w:rsid w:val="00005A15"/>
    <w:rsid w:val="0001108F"/>
    <w:rsid w:val="000115E2"/>
    <w:rsid w:val="000126D0"/>
    <w:rsid w:val="0001296A"/>
    <w:rsid w:val="00016803"/>
    <w:rsid w:val="000234E5"/>
    <w:rsid w:val="00023992"/>
    <w:rsid w:val="000275AE"/>
    <w:rsid w:val="00041E59"/>
    <w:rsid w:val="00055076"/>
    <w:rsid w:val="00064BFE"/>
    <w:rsid w:val="00070B3E"/>
    <w:rsid w:val="00071F95"/>
    <w:rsid w:val="000737BB"/>
    <w:rsid w:val="00074E47"/>
    <w:rsid w:val="000754EC"/>
    <w:rsid w:val="0009093B"/>
    <w:rsid w:val="00090B9A"/>
    <w:rsid w:val="000A1C1F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47008"/>
    <w:rsid w:val="00151D55"/>
    <w:rsid w:val="00151D93"/>
    <w:rsid w:val="00156EF3"/>
    <w:rsid w:val="00160C82"/>
    <w:rsid w:val="00176E4F"/>
    <w:rsid w:val="0018546B"/>
    <w:rsid w:val="001A6A3E"/>
    <w:rsid w:val="001A7B6D"/>
    <w:rsid w:val="001B34D5"/>
    <w:rsid w:val="001B513A"/>
    <w:rsid w:val="001C0A75"/>
    <w:rsid w:val="001C1306"/>
    <w:rsid w:val="001C1C41"/>
    <w:rsid w:val="001D30EB"/>
    <w:rsid w:val="001D4B36"/>
    <w:rsid w:val="001D5C1B"/>
    <w:rsid w:val="001D7F5B"/>
    <w:rsid w:val="001E0849"/>
    <w:rsid w:val="001E16BC"/>
    <w:rsid w:val="001E16DF"/>
    <w:rsid w:val="001F2BA5"/>
    <w:rsid w:val="001F308D"/>
    <w:rsid w:val="001F34C5"/>
    <w:rsid w:val="00201A7C"/>
    <w:rsid w:val="0021210E"/>
    <w:rsid w:val="0021414D"/>
    <w:rsid w:val="00223124"/>
    <w:rsid w:val="00233143"/>
    <w:rsid w:val="00234444"/>
    <w:rsid w:val="00242293"/>
    <w:rsid w:val="00244EA7"/>
    <w:rsid w:val="0024783F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2F4BEC"/>
    <w:rsid w:val="00305EFF"/>
    <w:rsid w:val="00310A6A"/>
    <w:rsid w:val="003144E6"/>
    <w:rsid w:val="00321E06"/>
    <w:rsid w:val="003353A9"/>
    <w:rsid w:val="00337E82"/>
    <w:rsid w:val="00346FDC"/>
    <w:rsid w:val="00350BB1"/>
    <w:rsid w:val="00352C83"/>
    <w:rsid w:val="00361EF5"/>
    <w:rsid w:val="003662CA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B6AC2"/>
    <w:rsid w:val="003C13AE"/>
    <w:rsid w:val="003D2E73"/>
    <w:rsid w:val="003E38C0"/>
    <w:rsid w:val="003E72B6"/>
    <w:rsid w:val="003E7BBE"/>
    <w:rsid w:val="004127E3"/>
    <w:rsid w:val="0043212E"/>
    <w:rsid w:val="00434366"/>
    <w:rsid w:val="00434ECE"/>
    <w:rsid w:val="004439D6"/>
    <w:rsid w:val="00444423"/>
    <w:rsid w:val="00452F3E"/>
    <w:rsid w:val="004640AE"/>
    <w:rsid w:val="004679E3"/>
    <w:rsid w:val="00475172"/>
    <w:rsid w:val="004758B0"/>
    <w:rsid w:val="004832D2"/>
    <w:rsid w:val="00485559"/>
    <w:rsid w:val="00492F4C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30C1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3B6"/>
    <w:rsid w:val="004F78DA"/>
    <w:rsid w:val="00520E9A"/>
    <w:rsid w:val="005248C1"/>
    <w:rsid w:val="00526134"/>
    <w:rsid w:val="005405B2"/>
    <w:rsid w:val="005427C8"/>
    <w:rsid w:val="005445EC"/>
    <w:rsid w:val="005446D1"/>
    <w:rsid w:val="005450B5"/>
    <w:rsid w:val="00556C4C"/>
    <w:rsid w:val="00557369"/>
    <w:rsid w:val="00564ADD"/>
    <w:rsid w:val="00570549"/>
    <w:rsid w:val="005708EB"/>
    <w:rsid w:val="00574146"/>
    <w:rsid w:val="00575BC6"/>
    <w:rsid w:val="005778BE"/>
    <w:rsid w:val="00583902"/>
    <w:rsid w:val="00584829"/>
    <w:rsid w:val="005A1D70"/>
    <w:rsid w:val="005A3AA5"/>
    <w:rsid w:val="005A6C9C"/>
    <w:rsid w:val="005A74DC"/>
    <w:rsid w:val="005B2096"/>
    <w:rsid w:val="005B5146"/>
    <w:rsid w:val="005D1AFD"/>
    <w:rsid w:val="005E51E6"/>
    <w:rsid w:val="005F027A"/>
    <w:rsid w:val="005F33CC"/>
    <w:rsid w:val="005F771F"/>
    <w:rsid w:val="006025DB"/>
    <w:rsid w:val="006121D4"/>
    <w:rsid w:val="00613B49"/>
    <w:rsid w:val="00616845"/>
    <w:rsid w:val="00620E8E"/>
    <w:rsid w:val="00624CA4"/>
    <w:rsid w:val="00633CFE"/>
    <w:rsid w:val="00634FCA"/>
    <w:rsid w:val="00636AAD"/>
    <w:rsid w:val="00643D1B"/>
    <w:rsid w:val="006452B8"/>
    <w:rsid w:val="00652E62"/>
    <w:rsid w:val="00670454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6F4329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7F691A"/>
    <w:rsid w:val="00810173"/>
    <w:rsid w:val="00817D51"/>
    <w:rsid w:val="00823530"/>
    <w:rsid w:val="00823FF4"/>
    <w:rsid w:val="00830267"/>
    <w:rsid w:val="0083040E"/>
    <w:rsid w:val="008306E7"/>
    <w:rsid w:val="008314EB"/>
    <w:rsid w:val="008322BE"/>
    <w:rsid w:val="00834BC8"/>
    <w:rsid w:val="00837FD6"/>
    <w:rsid w:val="00847B60"/>
    <w:rsid w:val="00850243"/>
    <w:rsid w:val="00851BE5"/>
    <w:rsid w:val="008545EB"/>
    <w:rsid w:val="00865011"/>
    <w:rsid w:val="00866289"/>
    <w:rsid w:val="00876657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52A9"/>
    <w:rsid w:val="0092711C"/>
    <w:rsid w:val="009278C9"/>
    <w:rsid w:val="00932CD7"/>
    <w:rsid w:val="00942D85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2FD0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36669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B72BF"/>
    <w:rsid w:val="00AC0696"/>
    <w:rsid w:val="00AC4C98"/>
    <w:rsid w:val="00AC5F6B"/>
    <w:rsid w:val="00AD3896"/>
    <w:rsid w:val="00AD5B47"/>
    <w:rsid w:val="00AE1ED9"/>
    <w:rsid w:val="00AE32CB"/>
    <w:rsid w:val="00AE3979"/>
    <w:rsid w:val="00AF3957"/>
    <w:rsid w:val="00B02690"/>
    <w:rsid w:val="00B0712C"/>
    <w:rsid w:val="00B12013"/>
    <w:rsid w:val="00B123FE"/>
    <w:rsid w:val="00B22C67"/>
    <w:rsid w:val="00B3508F"/>
    <w:rsid w:val="00B443EE"/>
    <w:rsid w:val="00B560C8"/>
    <w:rsid w:val="00B61150"/>
    <w:rsid w:val="00B65BC7"/>
    <w:rsid w:val="00B66E5C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5F70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C611F"/>
    <w:rsid w:val="00CD4E9D"/>
    <w:rsid w:val="00CD4F4D"/>
    <w:rsid w:val="00CE3640"/>
    <w:rsid w:val="00CE6505"/>
    <w:rsid w:val="00CE6626"/>
    <w:rsid w:val="00CE7D19"/>
    <w:rsid w:val="00CF0CF5"/>
    <w:rsid w:val="00CF2B3E"/>
    <w:rsid w:val="00CF795F"/>
    <w:rsid w:val="00D0201F"/>
    <w:rsid w:val="00D03685"/>
    <w:rsid w:val="00D07D4E"/>
    <w:rsid w:val="00D115AA"/>
    <w:rsid w:val="00D145BE"/>
    <w:rsid w:val="00D2035A"/>
    <w:rsid w:val="00D20C57"/>
    <w:rsid w:val="00D248B0"/>
    <w:rsid w:val="00D25D16"/>
    <w:rsid w:val="00D32124"/>
    <w:rsid w:val="00D53361"/>
    <w:rsid w:val="00D54C76"/>
    <w:rsid w:val="00D71E43"/>
    <w:rsid w:val="00D727F3"/>
    <w:rsid w:val="00D73695"/>
    <w:rsid w:val="00D810DE"/>
    <w:rsid w:val="00D87D32"/>
    <w:rsid w:val="00D91188"/>
    <w:rsid w:val="00D92C83"/>
    <w:rsid w:val="00D9324B"/>
    <w:rsid w:val="00D9470C"/>
    <w:rsid w:val="00DA0A81"/>
    <w:rsid w:val="00DA3C10"/>
    <w:rsid w:val="00DA53B5"/>
    <w:rsid w:val="00DC1D69"/>
    <w:rsid w:val="00DC5A3A"/>
    <w:rsid w:val="00DD0726"/>
    <w:rsid w:val="00E1344D"/>
    <w:rsid w:val="00E238E6"/>
    <w:rsid w:val="00E35064"/>
    <w:rsid w:val="00E3681D"/>
    <w:rsid w:val="00E40225"/>
    <w:rsid w:val="00E501F0"/>
    <w:rsid w:val="00E6166D"/>
    <w:rsid w:val="00E73313"/>
    <w:rsid w:val="00E918B8"/>
    <w:rsid w:val="00E91BFF"/>
    <w:rsid w:val="00E92933"/>
    <w:rsid w:val="00E94FAD"/>
    <w:rsid w:val="00E97725"/>
    <w:rsid w:val="00EB0AA4"/>
    <w:rsid w:val="00EB27E5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21AF4"/>
    <w:rsid w:val="00F2276A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2FC3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C393E6E"/>
  <w15:docId w15:val="{C141A7E9-22AB-464F-98BF-AB33ADFCA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Revision">
    <w:name w:val="Revision"/>
    <w:hidden/>
    <w:uiPriority w:val="99"/>
    <w:semiHidden/>
    <w:rsid w:val="003B6AC2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7%20Agr%20Innovation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B9C63BAB240634FB6C45C7BD4D19C00" ma:contentTypeVersion="" ma:contentTypeDescription="Create a new document." ma:contentTypeScope="" ma:versionID="4eb24ceabe208c213b846e682eefd189">
  <xsd:schema xmlns:xsd="http://www.w3.org/2001/XMLSchema" xmlns:xs="http://www.w3.org/2001/XMLSchema" xmlns:p="http://schemas.microsoft.com/office/2006/metadata/properties" xmlns:ns2="4d074fc5-4881-4904-900d-cdf408c29254" xmlns:ns3="210d968f-8710-4c94-86ee-df33c4b77451" targetNamespace="http://schemas.microsoft.com/office/2006/metadata/properties" ma:root="true" ma:fieldsID="438d906cfa3dc4a5513b2b79634c88f1" ns2:_="" ns3:_="">
    <xsd:import namespace="4d074fc5-4881-4904-900d-cdf408c29254"/>
    <xsd:import namespace="210d968f-8710-4c94-86ee-df33c4b77451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  <xsd:element ref="ns3:Projec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  <xsd:enumeration value="Deletion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0d968f-8710-4c94-86ee-df33c4b77451" elementFormDefault="qualified">
    <xsd:import namespace="http://schemas.microsoft.com/office/2006/documentManagement/types"/>
    <xsd:import namespace="http://schemas.microsoft.com/office/infopath/2007/PartnerControls"/>
    <xsd:element name="Project" ma:index="12" nillable="true" ma:displayName="Project" ma:format="Dropdown" ma:internalName="Project">
      <xsd:simpleType>
        <xsd:restriction base="dms:Choice">
          <xsd:enumeration value="Common"/>
          <xsd:enumeration value="Sawdoctoring"/>
          <xsd:enumeration value="Sawmill Timer and Process"/>
          <xsd:enumeration value="Woodmachining"/>
          <xsd:enumeration value="Mapping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Project xmlns="210d968f-8710-4c94-86ee-df33c4b77451">Sawmill Timer and Process</Project>
    <Assigned_x0020_to0 xmlns="4d074fc5-4881-4904-900d-cdf408c29254">
      <UserInfo>
        <DisplayName>Rob Stowell</DisplayName>
        <AccountId>2660</AccountId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6AC748-EB31-4E19-9C0E-8DC029397934}"/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  <ds:schemaRef ds:uri="210d968f-8710-4c94-86ee-df33c4b77451"/>
  </ds:schemaRefs>
</ds:datastoreItem>
</file>

<file path=customXml/itemProps4.xml><?xml version="1.0" encoding="utf-8"?>
<ds:datastoreItem xmlns:ds="http://schemas.openxmlformats.org/officeDocument/2006/customXml" ds:itemID="{B19E0755-A1C5-4839-AC0B-FD98A963FA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TEM.SkillsImpact.UnitAndAR.dotx</Template>
  <TotalTime>91</TotalTime>
  <Pages>5</Pages>
  <Words>1258</Words>
  <Characters>7177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8419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gdaian</cp:lastModifiedBy>
  <cp:revision>22</cp:revision>
  <cp:lastPrinted>2016-05-27T05:21:00Z</cp:lastPrinted>
  <dcterms:created xsi:type="dcterms:W3CDTF">2018-08-17T03:48:00Z</dcterms:created>
  <dcterms:modified xsi:type="dcterms:W3CDTF">2019-01-15T21:52:00Z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0x0101009B9C63BAB240634FB6C45C7BD4D19C00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